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2D8" w:rsidRPr="00913F81" w:rsidRDefault="000D7B98" w:rsidP="00913F81">
      <w:pPr>
        <w:pStyle w:val="Title"/>
      </w:pPr>
      <w:bookmarkStart w:id="0" w:name="_GoBack"/>
      <w:bookmarkEnd w:id="0"/>
      <w:r w:rsidRPr="00913F81">
        <w:t xml:space="preserve">DEFINITIONS </w:t>
      </w:r>
    </w:p>
    <w:p w:rsidR="005524D2" w:rsidRPr="005842D8" w:rsidRDefault="000D7B98" w:rsidP="005842D8">
      <w:pPr>
        <w:spacing w:before="0" w:after="240"/>
        <w:jc w:val="center"/>
        <w:rPr>
          <w:color w:val="365F91" w:themeColor="accent1" w:themeShade="BF"/>
          <w:sz w:val="32"/>
          <w:szCs w:val="32"/>
        </w:rPr>
        <w:sectPr w:rsidR="005524D2" w:rsidRPr="005842D8" w:rsidSect="003D6C92">
          <w:headerReference w:type="default" r:id="rId9"/>
          <w:footerReference w:type="default" r:id="rId10"/>
          <w:headerReference w:type="first" r:id="rId11"/>
          <w:footerReference w:type="first" r:id="rId12"/>
          <w:pgSz w:w="11906" w:h="16838"/>
          <w:pgMar w:top="1134" w:right="1134" w:bottom="993" w:left="1134" w:header="454" w:footer="312" w:gutter="0"/>
          <w:cols w:space="708"/>
          <w:titlePg/>
          <w:docGrid w:linePitch="360"/>
        </w:sectPr>
      </w:pPr>
      <w:r w:rsidRPr="005842D8">
        <w:rPr>
          <w:color w:val="365F91" w:themeColor="accent1" w:themeShade="BF"/>
          <w:sz w:val="32"/>
          <w:szCs w:val="32"/>
        </w:rPr>
        <w:t xml:space="preserve">FOR THE GENERAL GUIDE FOR WORKING </w:t>
      </w:r>
      <w:r w:rsidR="005842D8">
        <w:rPr>
          <w:color w:val="365F91" w:themeColor="accent1" w:themeShade="BF"/>
          <w:sz w:val="32"/>
          <w:szCs w:val="32"/>
        </w:rPr>
        <w:br/>
      </w:r>
      <w:r w:rsidRPr="005842D8">
        <w:rPr>
          <w:color w:val="365F91" w:themeColor="accent1" w:themeShade="BF"/>
          <w:sz w:val="32"/>
          <w:szCs w:val="32"/>
        </w:rPr>
        <w:t>IN THE VICINITY OF OVERHEAD AND UNDERGROUND ELECTRIC LINES AND SUPPORTING SPECIFIC GUIDES</w:t>
      </w:r>
    </w:p>
    <w:p w:rsidR="001D05CB" w:rsidRPr="00F74C54" w:rsidRDefault="001D05CB" w:rsidP="005524D2">
      <w:pPr>
        <w:spacing w:before="360"/>
      </w:pPr>
      <w:r w:rsidRPr="00F74C54">
        <w:rPr>
          <w:b/>
        </w:rPr>
        <w:lastRenderedPageBreak/>
        <w:t xml:space="preserve">Cable </w:t>
      </w:r>
      <w:r w:rsidRPr="00F74C54">
        <w:t xml:space="preserve">means an insulated conductor or two </w:t>
      </w:r>
      <w:r w:rsidR="005842D8">
        <w:br/>
      </w:r>
      <w:r w:rsidRPr="00F74C54">
        <w:t>or more such conductors laid together, whether with or without fillings, reinforcements or protective coverings.</w:t>
      </w:r>
    </w:p>
    <w:p w:rsidR="001D05CB" w:rsidRPr="00F74C54" w:rsidRDefault="001D05CB" w:rsidP="002E07BB">
      <w:r w:rsidRPr="00F74C54">
        <w:rPr>
          <w:b/>
        </w:rPr>
        <w:t xml:space="preserve">Conductor </w:t>
      </w:r>
      <w:r w:rsidRPr="00F74C54">
        <w:t>means a wire, cable or form of metal designed for carrying electric current.</w:t>
      </w:r>
    </w:p>
    <w:p w:rsidR="001D05CB" w:rsidRPr="00F74C54" w:rsidRDefault="001D05CB" w:rsidP="002E07BB">
      <w:r w:rsidRPr="00F74C54">
        <w:rPr>
          <w:b/>
        </w:rPr>
        <w:t xml:space="preserve">De-energised </w:t>
      </w:r>
      <w:r w:rsidRPr="00F74C54">
        <w:t>means separated from all sources of supply but not necessarily isolated, earthed, discharged or out of commission.</w:t>
      </w:r>
    </w:p>
    <w:p w:rsidR="001D05CB" w:rsidRPr="00F74C54" w:rsidRDefault="001D05CB" w:rsidP="002E07BB">
      <w:r w:rsidRPr="00F74C54">
        <w:rPr>
          <w:b/>
        </w:rPr>
        <w:t xml:space="preserve">Earthed </w:t>
      </w:r>
      <w:r w:rsidRPr="00F74C54">
        <w:t xml:space="preserve">means directly electrically connected </w:t>
      </w:r>
      <w:r w:rsidR="005842D8">
        <w:br/>
      </w:r>
      <w:r w:rsidRPr="00F74C54">
        <w:t>to the general mass of earth to ensure and maintain the effective dissipation of electrical energy.</w:t>
      </w:r>
    </w:p>
    <w:p w:rsidR="001D05CB" w:rsidRPr="00F74C54" w:rsidRDefault="001D05CB" w:rsidP="002E07BB">
      <w:r w:rsidRPr="00F74C54">
        <w:t>Exposed energised part means a part is:</w:t>
      </w:r>
    </w:p>
    <w:p w:rsidR="001D05CB" w:rsidRPr="002E07BB" w:rsidRDefault="001D05CB" w:rsidP="002E07BB">
      <w:pPr>
        <w:pStyle w:val="ListParagraph"/>
      </w:pPr>
      <w:r w:rsidRPr="002E07BB">
        <w:t xml:space="preserve">exposed where it is bare or not effectively insulated or guarded by a fixed barrier or </w:t>
      </w:r>
      <w:r w:rsidR="005842D8">
        <w:br/>
      </w:r>
      <w:r w:rsidRPr="002E07BB">
        <w:t>an earthed metal shield; or</w:t>
      </w:r>
    </w:p>
    <w:p w:rsidR="001D05CB" w:rsidRPr="002E07BB" w:rsidRDefault="001D05CB" w:rsidP="002E07BB">
      <w:pPr>
        <w:pStyle w:val="ListParagraph"/>
      </w:pPr>
      <w:r w:rsidRPr="002E07BB">
        <w:t xml:space="preserve">energised until it is isolated and proven to </w:t>
      </w:r>
      <w:r w:rsidR="005842D8">
        <w:br/>
      </w:r>
      <w:r w:rsidRPr="002E07BB">
        <w:t xml:space="preserve">be de-energised and not likely to become </w:t>
      </w:r>
      <w:r w:rsidR="005842D8">
        <w:br/>
      </w:r>
      <w:r w:rsidRPr="002E07BB">
        <w:t xml:space="preserve">re-energised; if the part is a high-voltage conductor, it is considered energised until </w:t>
      </w:r>
      <w:r w:rsidR="005842D8">
        <w:br/>
      </w:r>
      <w:r w:rsidRPr="002E07BB">
        <w:t>it is earthed.</w:t>
      </w:r>
    </w:p>
    <w:p w:rsidR="001D05CB" w:rsidRPr="00F74C54" w:rsidRDefault="001D05CB" w:rsidP="002E07BB">
      <w:r w:rsidRPr="00F74C54">
        <w:rPr>
          <w:b/>
        </w:rPr>
        <w:t xml:space="preserve">Electrical work </w:t>
      </w:r>
      <w:r w:rsidRPr="00F74C54">
        <w:t>means connecting electricity supply wiring to electrical equipment or disconnecting electricity supply wiring from electrical equipment; or installing, removing, adding, testing, replacing, repairing, altering or maintaining electrical equipment or an electrical installation.</w:t>
      </w:r>
    </w:p>
    <w:p w:rsidR="001D05CB" w:rsidRPr="00F74C54" w:rsidRDefault="001D05CB" w:rsidP="002E07BB">
      <w:r w:rsidRPr="00F74C54">
        <w:rPr>
          <w:b/>
        </w:rPr>
        <w:t xml:space="preserve">Electricity Supply Authority </w:t>
      </w:r>
      <w:r w:rsidRPr="00F74C54">
        <w:t xml:space="preserve">means a person </w:t>
      </w:r>
      <w:r w:rsidR="005842D8">
        <w:br/>
      </w:r>
      <w:r w:rsidRPr="00F74C54">
        <w:t xml:space="preserve">or body engaged in the distribution of electricity </w:t>
      </w:r>
      <w:r w:rsidR="005842D8">
        <w:br/>
      </w:r>
      <w:r w:rsidRPr="00F74C54">
        <w:t xml:space="preserve">to the public or the transmission or supply, </w:t>
      </w:r>
      <w:r w:rsidR="005842D8">
        <w:br/>
      </w:r>
      <w:r w:rsidRPr="00F74C54">
        <w:t xml:space="preserve">directly or indirectly, to the public. An </w:t>
      </w:r>
      <w:r w:rsidR="00F74C54">
        <w:t>E</w:t>
      </w:r>
      <w:r w:rsidRPr="00F74C54">
        <w:t xml:space="preserve">lectricity </w:t>
      </w:r>
      <w:r w:rsidR="00F74C54">
        <w:t>S</w:t>
      </w:r>
      <w:r w:rsidRPr="00F74C54">
        <w:t xml:space="preserve">upply </w:t>
      </w:r>
      <w:r w:rsidR="00F74C54">
        <w:t>A</w:t>
      </w:r>
      <w:r w:rsidRPr="00F74C54">
        <w:t xml:space="preserve">uthority may also be known as a </w:t>
      </w:r>
      <w:r w:rsidR="005842D8">
        <w:br/>
      </w:r>
      <w:r w:rsidRPr="00F74C54">
        <w:t xml:space="preserve">network operator, network service provider </w:t>
      </w:r>
      <w:r w:rsidR="005842D8">
        <w:br/>
      </w:r>
      <w:r w:rsidRPr="00F74C54">
        <w:t>or electricity entity.</w:t>
      </w:r>
    </w:p>
    <w:p w:rsidR="001D05CB" w:rsidRPr="00F74C54" w:rsidRDefault="001D05CB" w:rsidP="002E07BB">
      <w:r w:rsidRPr="00F74C54">
        <w:rPr>
          <w:b/>
        </w:rPr>
        <w:t xml:space="preserve">Energised </w:t>
      </w:r>
      <w:r w:rsidRPr="00F74C54">
        <w:t xml:space="preserve">means connected to a source </w:t>
      </w:r>
      <w:r w:rsidR="005842D8">
        <w:br/>
      </w:r>
      <w:r w:rsidRPr="00F74C54">
        <w:t>of electrical supply or subject to hazardous induced or capacitive voltages.</w:t>
      </w:r>
    </w:p>
    <w:p w:rsidR="001D05CB" w:rsidRPr="00F74C54" w:rsidRDefault="001D05CB" w:rsidP="002E07BB">
      <w:r w:rsidRPr="00F74C54">
        <w:rPr>
          <w:b/>
        </w:rPr>
        <w:t xml:space="preserve">Envelope </w:t>
      </w:r>
      <w:r w:rsidRPr="00F74C54">
        <w:t xml:space="preserve">means the space encapsulating an item of plant including attachments like rotating </w:t>
      </w:r>
      <w:r w:rsidR="005842D8">
        <w:br/>
      </w:r>
      <w:r w:rsidRPr="00F74C54">
        <w:t>or flashing lights or radio aerials, categorised as:</w:t>
      </w:r>
    </w:p>
    <w:p w:rsidR="001D05CB" w:rsidRPr="002E07BB" w:rsidRDefault="001D05CB" w:rsidP="002E07BB">
      <w:pPr>
        <w:pStyle w:val="ListParagraph"/>
      </w:pPr>
      <w:r w:rsidRPr="002E07BB">
        <w:t>Design: the space encapsulating all possible movements of the plant and a load attached under maximum reach, or</w:t>
      </w:r>
    </w:p>
    <w:p w:rsidR="001D05CB" w:rsidRPr="002E07BB" w:rsidRDefault="001D05CB" w:rsidP="002E07BB">
      <w:pPr>
        <w:pStyle w:val="ListParagraph"/>
      </w:pPr>
      <w:r w:rsidRPr="002E07BB">
        <w:lastRenderedPageBreak/>
        <w:t>Transit: the area encompassing the normal height and width of a vehicle or plant when travelling to or from a site.</w:t>
      </w:r>
    </w:p>
    <w:p w:rsidR="001D05CB" w:rsidRPr="00F74C54" w:rsidRDefault="001D05CB" w:rsidP="002E07BB">
      <w:r w:rsidRPr="00F74C54">
        <w:rPr>
          <w:b/>
        </w:rPr>
        <w:t>High voltage</w:t>
      </w:r>
      <w:r w:rsidRPr="00F74C54">
        <w:t xml:space="preserve"> means a voltage that exceeds </w:t>
      </w:r>
      <w:r w:rsidR="005842D8">
        <w:br/>
      </w:r>
      <w:r w:rsidRPr="00F74C54">
        <w:t>low voltage.</w:t>
      </w:r>
    </w:p>
    <w:p w:rsidR="001D05CB" w:rsidRPr="00F74C54" w:rsidRDefault="001D05CB" w:rsidP="002E07BB">
      <w:pPr>
        <w:rPr>
          <w:szCs w:val="22"/>
        </w:rPr>
      </w:pPr>
      <w:r w:rsidRPr="00F74C54">
        <w:rPr>
          <w:b/>
          <w:szCs w:val="22"/>
        </w:rPr>
        <w:t xml:space="preserve">Insulated </w:t>
      </w:r>
      <w:r w:rsidRPr="00F74C54">
        <w:rPr>
          <w:szCs w:val="22"/>
        </w:rPr>
        <w:t xml:space="preserve">means separated from adjoining conducting material by a non-conducting substance which </w:t>
      </w:r>
      <w:r w:rsidRPr="002E07BB">
        <w:t>provides resistance to the passage of current, or to disruptive discharges through or over the surface of the substance at the operating voltage, and to mitigate the danger of shock or injurious leakage of current.</w:t>
      </w:r>
    </w:p>
    <w:p w:rsidR="001D05CB" w:rsidRPr="00F74C54" w:rsidRDefault="001D05CB" w:rsidP="002E07BB">
      <w:r w:rsidRPr="00F74C54">
        <w:rPr>
          <w:b/>
        </w:rPr>
        <w:t xml:space="preserve">Isolated </w:t>
      </w:r>
      <w:r w:rsidRPr="00F74C54">
        <w:t>means separated from all possible sources of electrical energy and rendered incapable of being energised unintentionally.</w:t>
      </w:r>
    </w:p>
    <w:p w:rsidR="001D05CB" w:rsidRPr="00F74C54" w:rsidRDefault="001D05CB" w:rsidP="002E07BB">
      <w:r w:rsidRPr="00F74C54">
        <w:rPr>
          <w:b/>
        </w:rPr>
        <w:t xml:space="preserve">Load </w:t>
      </w:r>
      <w:r w:rsidRPr="00F74C54">
        <w:t>is</w:t>
      </w:r>
      <w:r w:rsidRPr="00F74C54">
        <w:rPr>
          <w:b/>
        </w:rPr>
        <w:t xml:space="preserve"> </w:t>
      </w:r>
      <w:r w:rsidRPr="00F74C54">
        <w:t xml:space="preserve">a substance, material or object being moved, carried, lifted or supported or which is </w:t>
      </w:r>
      <w:r w:rsidR="005842D8">
        <w:br/>
      </w:r>
      <w:r w:rsidRPr="00F74C54">
        <w:t>in rotary or vertical motion, in association with a crane or mobile plant. A load includes people and equipment located on an elevating work platform.</w:t>
      </w:r>
    </w:p>
    <w:p w:rsidR="001D05CB" w:rsidRPr="00F74C54" w:rsidRDefault="001D05CB" w:rsidP="002E07BB">
      <w:r w:rsidRPr="00F74C54">
        <w:rPr>
          <w:b/>
        </w:rPr>
        <w:t>Low voltage</w:t>
      </w:r>
      <w:r w:rsidRPr="00F74C54">
        <w:t xml:space="preserve"> means voltage that exceeds extra-low voltage and does not exceed 1000 volts alternating current (1000 V AC) or 1500 volts direct current (1500 V DC).</w:t>
      </w:r>
    </w:p>
    <w:p w:rsidR="001D05CB" w:rsidRPr="00F74C54" w:rsidRDefault="001D05CB" w:rsidP="002E07BB">
      <w:r w:rsidRPr="00F74C54">
        <w:rPr>
          <w:b/>
        </w:rPr>
        <w:t>Plant</w:t>
      </w:r>
      <w:r w:rsidRPr="00F74C54">
        <w:t xml:space="preserve"> means machinery, equipment, appliances, containers, implement and tools and includes all components or anything fitted or connected to any of those things. Plant is diverse and includes, for example cranes, lifts, computers, forklifts, vehicles and power tools.</w:t>
      </w:r>
    </w:p>
    <w:p w:rsidR="001D05CB" w:rsidRPr="00F74C54" w:rsidRDefault="001D05CB" w:rsidP="002E07BB">
      <w:r w:rsidRPr="00F74C54">
        <w:rPr>
          <w:b/>
        </w:rPr>
        <w:t>Tiger tails</w:t>
      </w:r>
      <w:r w:rsidRPr="00F74C54">
        <w:t xml:space="preserve"> are plastic pipe type cable covers, used to provide a useful visual indication to people working in the vicinity of overhead electric lines or stay wires. Tiger tails do not insulate wires.</w:t>
      </w:r>
    </w:p>
    <w:p w:rsidR="00C17E5F" w:rsidRPr="00F74C54" w:rsidRDefault="001D05CB" w:rsidP="002E07BB">
      <w:r w:rsidRPr="00F74C54">
        <w:rPr>
          <w:b/>
        </w:rPr>
        <w:t xml:space="preserve">Voltage </w:t>
      </w:r>
      <w:r w:rsidRPr="00F74C54">
        <w:t>means a potential difference between conductors or between conductors and earth.</w:t>
      </w:r>
    </w:p>
    <w:sectPr w:rsidR="00C17E5F" w:rsidRPr="00F74C54" w:rsidSect="005524D2">
      <w:type w:val="continuous"/>
      <w:pgSz w:w="11906" w:h="16838"/>
      <w:pgMar w:top="1134" w:right="1134" w:bottom="993" w:left="1134" w:header="454" w:footer="312" w:gutter="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7E4" w:rsidRDefault="001747E4" w:rsidP="002E07BB">
      <w:r>
        <w:separator/>
      </w:r>
    </w:p>
  </w:endnote>
  <w:endnote w:type="continuationSeparator" w:id="0">
    <w:p w:rsidR="001747E4" w:rsidRDefault="001747E4" w:rsidP="002E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tham Light">
    <w:altName w:val="Courier New"/>
    <w:panose1 w:val="00000000000000000000"/>
    <w:charset w:val="00"/>
    <w:family w:val="auto"/>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E4" w:rsidRPr="003D6C92" w:rsidRDefault="003D6C92" w:rsidP="002E07BB">
    <w:pPr>
      <w:tabs>
        <w:tab w:val="left" w:pos="7088"/>
        <w:tab w:val="left" w:pos="8222"/>
      </w:tabs>
    </w:pPr>
    <w:r w:rsidRPr="002E07BB">
      <w:rPr>
        <w:i/>
        <w:sz w:val="18"/>
        <w:szCs w:val="18"/>
      </w:rPr>
      <w:t xml:space="preserve">Definitions for the general guide for working in the vicinity of overhead </w:t>
    </w:r>
    <w:r w:rsidRPr="002E07BB">
      <w:rPr>
        <w:i/>
        <w:sz w:val="18"/>
        <w:szCs w:val="18"/>
      </w:rPr>
      <w:br/>
      <w:t>and underground electric lines and supporting specific guides</w:t>
    </w:r>
    <w:r>
      <w:tab/>
    </w:r>
    <w:sdt>
      <w:sdtPr>
        <w:rPr>
          <w:sz w:val="18"/>
          <w:szCs w:val="18"/>
        </w:rPr>
        <w:id w:val="-2135318859"/>
        <w:docPartObj>
          <w:docPartGallery w:val="Page Numbers (Top of Page)"/>
          <w:docPartUnique/>
        </w:docPartObj>
      </w:sdtPr>
      <w:sdtEndPr/>
      <w:sdtContent>
        <w:r w:rsidRPr="002E07BB">
          <w:rPr>
            <w:caps/>
            <w:sz w:val="18"/>
            <w:szCs w:val="18"/>
          </w:rPr>
          <w:t>J</w:t>
        </w:r>
        <w:r w:rsidRPr="002E07BB">
          <w:rPr>
            <w:sz w:val="18"/>
            <w:szCs w:val="18"/>
          </w:rPr>
          <w:t>une</w:t>
        </w:r>
        <w:r w:rsidRPr="002E07BB">
          <w:rPr>
            <w:caps/>
            <w:sz w:val="18"/>
            <w:szCs w:val="18"/>
          </w:rPr>
          <w:t xml:space="preserve"> 2014</w:t>
        </w:r>
        <w:r w:rsidRPr="002E07BB">
          <w:rPr>
            <w:caps/>
            <w:sz w:val="18"/>
            <w:szCs w:val="18"/>
          </w:rPr>
          <w:tab/>
        </w:r>
        <w:r w:rsidRPr="002E07BB">
          <w:rPr>
            <w:sz w:val="18"/>
            <w:szCs w:val="18"/>
          </w:rPr>
          <w:t xml:space="preserve">Page </w:t>
        </w:r>
        <w:r w:rsidRPr="002E07BB">
          <w:rPr>
            <w:caps/>
            <w:sz w:val="18"/>
            <w:szCs w:val="18"/>
          </w:rPr>
          <w:fldChar w:fldCharType="begin"/>
        </w:r>
        <w:r w:rsidRPr="002E07BB">
          <w:rPr>
            <w:caps/>
            <w:sz w:val="18"/>
            <w:szCs w:val="18"/>
          </w:rPr>
          <w:instrText xml:space="preserve"> PAGE </w:instrText>
        </w:r>
        <w:r w:rsidRPr="002E07BB">
          <w:rPr>
            <w:caps/>
            <w:sz w:val="18"/>
            <w:szCs w:val="18"/>
          </w:rPr>
          <w:fldChar w:fldCharType="separate"/>
        </w:r>
        <w:r w:rsidR="002E07BB">
          <w:rPr>
            <w:caps/>
            <w:noProof/>
            <w:sz w:val="18"/>
            <w:szCs w:val="18"/>
          </w:rPr>
          <w:t>2</w:t>
        </w:r>
        <w:r w:rsidRPr="002E07BB">
          <w:rPr>
            <w:caps/>
            <w:sz w:val="18"/>
            <w:szCs w:val="18"/>
          </w:rPr>
          <w:fldChar w:fldCharType="end"/>
        </w:r>
        <w:r w:rsidRPr="002E07BB">
          <w:rPr>
            <w:sz w:val="18"/>
            <w:szCs w:val="18"/>
          </w:rPr>
          <w:t xml:space="preserve"> of </w:t>
        </w:r>
        <w:r w:rsidRPr="002E07BB">
          <w:rPr>
            <w:caps/>
            <w:sz w:val="18"/>
            <w:szCs w:val="18"/>
          </w:rPr>
          <w:fldChar w:fldCharType="begin"/>
        </w:r>
        <w:r w:rsidRPr="002E07BB">
          <w:rPr>
            <w:caps/>
            <w:sz w:val="18"/>
            <w:szCs w:val="18"/>
          </w:rPr>
          <w:instrText xml:space="preserve"> NUMPAGES </w:instrText>
        </w:r>
        <w:r w:rsidRPr="002E07BB">
          <w:rPr>
            <w:caps/>
            <w:sz w:val="18"/>
            <w:szCs w:val="18"/>
          </w:rPr>
          <w:fldChar w:fldCharType="separate"/>
        </w:r>
        <w:r w:rsidR="002E07BB">
          <w:rPr>
            <w:caps/>
            <w:noProof/>
            <w:sz w:val="18"/>
            <w:szCs w:val="18"/>
          </w:rPr>
          <w:t>2</w:t>
        </w:r>
        <w:r w:rsidRPr="002E07BB">
          <w:rPr>
            <w:caps/>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C92" w:rsidRDefault="003D6C92" w:rsidP="002E07BB">
    <w:pPr>
      <w:pStyle w:val="Footer"/>
      <w:tabs>
        <w:tab w:val="clear" w:pos="4513"/>
        <w:tab w:val="clear" w:pos="9026"/>
        <w:tab w:val="left" w:pos="3119"/>
        <w:tab w:val="left" w:pos="7088"/>
        <w:tab w:val="left" w:pos="8222"/>
      </w:tabs>
      <w:rPr>
        <w:sz w:val="18"/>
        <w:szCs w:val="18"/>
      </w:rPr>
    </w:pPr>
    <w:r>
      <w:rPr>
        <w:rFonts w:ascii="Gotham Light" w:hAnsi="Gotham Light" w:cs="Gotham Light"/>
        <w:noProof/>
        <w:color w:val="000000"/>
      </w:rPr>
      <w:drawing>
        <wp:inline distT="0" distB="0" distL="0" distR="0" wp14:anchorId="18992BF6" wp14:editId="47384054">
          <wp:extent cx="1234286" cy="432000"/>
          <wp:effectExtent l="0" t="0" r="4445" b="6350"/>
          <wp:docPr id="226" name="Picture 226" descr="Creative Commons icon"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n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286" cy="432000"/>
                  </a:xfrm>
                  <a:prstGeom prst="rect">
                    <a:avLst/>
                  </a:prstGeom>
                </pic:spPr>
              </pic:pic>
            </a:graphicData>
          </a:graphic>
        </wp:inline>
      </w:drawing>
    </w:r>
    <w:r>
      <w:tab/>
    </w:r>
    <w:r w:rsidRPr="002E07BB">
      <w:rPr>
        <w:rFonts w:eastAsia="Calibri"/>
        <w:sz w:val="18"/>
        <w:szCs w:val="18"/>
      </w:rPr>
      <w:t>978-1-74361-</w:t>
    </w:r>
    <w:r w:rsidR="00E609D6">
      <w:rPr>
        <w:rFonts w:eastAsia="Calibri"/>
        <w:sz w:val="18"/>
        <w:szCs w:val="18"/>
      </w:rPr>
      <w:t>768</w:t>
    </w:r>
    <w:r w:rsidRPr="002E07BB">
      <w:rPr>
        <w:rFonts w:eastAsia="Calibri"/>
        <w:sz w:val="18"/>
        <w:szCs w:val="18"/>
      </w:rPr>
      <w:t>-</w:t>
    </w:r>
    <w:r w:rsidR="00E609D6">
      <w:rPr>
        <w:rFonts w:eastAsia="Calibri"/>
        <w:sz w:val="18"/>
        <w:szCs w:val="18"/>
      </w:rPr>
      <w:t>7</w:t>
    </w:r>
    <w:r w:rsidRPr="002E07BB">
      <w:rPr>
        <w:rFonts w:eastAsia="Calibri"/>
        <w:sz w:val="18"/>
        <w:szCs w:val="18"/>
      </w:rPr>
      <w:t xml:space="preserve"> [Multi-Vol. Set]</w:t>
    </w:r>
    <w:r w:rsidRPr="002E07BB">
      <w:rPr>
        <w:rFonts w:eastAsia="Calibri"/>
        <w:sz w:val="18"/>
        <w:szCs w:val="18"/>
      </w:rPr>
      <w:tab/>
    </w:r>
    <w:sdt>
      <w:sdtPr>
        <w:rPr>
          <w:sz w:val="18"/>
          <w:szCs w:val="18"/>
        </w:rPr>
        <w:id w:val="-758907420"/>
        <w:docPartObj>
          <w:docPartGallery w:val="Page Numbers (Top of Page)"/>
          <w:docPartUnique/>
        </w:docPartObj>
      </w:sdtPr>
      <w:sdtEndPr/>
      <w:sdtContent>
        <w:r w:rsidRPr="002E07BB">
          <w:rPr>
            <w:caps/>
            <w:sz w:val="18"/>
            <w:szCs w:val="18"/>
          </w:rPr>
          <w:t>J</w:t>
        </w:r>
        <w:r w:rsidR="00A33A99">
          <w:rPr>
            <w:sz w:val="18"/>
            <w:szCs w:val="18"/>
          </w:rPr>
          <w:t>uly</w:t>
        </w:r>
        <w:r w:rsidRPr="002E07BB">
          <w:rPr>
            <w:caps/>
            <w:sz w:val="18"/>
            <w:szCs w:val="18"/>
          </w:rPr>
          <w:t xml:space="preserve"> 2014</w:t>
        </w:r>
        <w:r w:rsidR="002E07BB" w:rsidRPr="002E07BB">
          <w:rPr>
            <w:caps/>
            <w:sz w:val="18"/>
            <w:szCs w:val="18"/>
          </w:rPr>
          <w:tab/>
        </w:r>
        <w:r w:rsidRPr="002E07BB">
          <w:rPr>
            <w:sz w:val="18"/>
            <w:szCs w:val="18"/>
          </w:rPr>
          <w:t xml:space="preserve">Page </w:t>
        </w:r>
        <w:r w:rsidRPr="002E07BB">
          <w:rPr>
            <w:caps/>
            <w:sz w:val="18"/>
            <w:szCs w:val="18"/>
          </w:rPr>
          <w:fldChar w:fldCharType="begin"/>
        </w:r>
        <w:r w:rsidRPr="002E07BB">
          <w:rPr>
            <w:caps/>
            <w:sz w:val="18"/>
            <w:szCs w:val="18"/>
          </w:rPr>
          <w:instrText xml:space="preserve"> PAGE </w:instrText>
        </w:r>
        <w:r w:rsidRPr="002E07BB">
          <w:rPr>
            <w:caps/>
            <w:sz w:val="18"/>
            <w:szCs w:val="18"/>
          </w:rPr>
          <w:fldChar w:fldCharType="separate"/>
        </w:r>
        <w:r w:rsidR="00BF6C30">
          <w:rPr>
            <w:caps/>
            <w:noProof/>
            <w:sz w:val="18"/>
            <w:szCs w:val="18"/>
          </w:rPr>
          <w:t>1</w:t>
        </w:r>
        <w:r w:rsidRPr="002E07BB">
          <w:rPr>
            <w:caps/>
            <w:sz w:val="18"/>
            <w:szCs w:val="18"/>
          </w:rPr>
          <w:fldChar w:fldCharType="end"/>
        </w:r>
        <w:r w:rsidRPr="002E07BB">
          <w:rPr>
            <w:sz w:val="18"/>
            <w:szCs w:val="18"/>
          </w:rPr>
          <w:t xml:space="preserve"> of </w:t>
        </w:r>
        <w:r w:rsidRPr="002E07BB">
          <w:rPr>
            <w:caps/>
            <w:sz w:val="18"/>
            <w:szCs w:val="18"/>
          </w:rPr>
          <w:fldChar w:fldCharType="begin"/>
        </w:r>
        <w:r w:rsidRPr="002E07BB">
          <w:rPr>
            <w:caps/>
            <w:sz w:val="18"/>
            <w:szCs w:val="18"/>
          </w:rPr>
          <w:instrText xml:space="preserve"> NUMPAGES </w:instrText>
        </w:r>
        <w:r w:rsidRPr="002E07BB">
          <w:rPr>
            <w:caps/>
            <w:sz w:val="18"/>
            <w:szCs w:val="18"/>
          </w:rPr>
          <w:fldChar w:fldCharType="separate"/>
        </w:r>
        <w:r w:rsidR="00BF6C30">
          <w:rPr>
            <w:caps/>
            <w:noProof/>
            <w:sz w:val="18"/>
            <w:szCs w:val="18"/>
          </w:rPr>
          <w:t>1</w:t>
        </w:r>
        <w:r w:rsidRPr="002E07BB">
          <w:rPr>
            <w:caps/>
            <w:sz w:val="18"/>
            <w:szCs w:val="18"/>
          </w:rPr>
          <w:fldChar w:fldCharType="end"/>
        </w:r>
      </w:sdtContent>
    </w:sdt>
  </w:p>
  <w:p w:rsidR="00E609D6" w:rsidRDefault="00E609D6" w:rsidP="002E07BB">
    <w:pPr>
      <w:pStyle w:val="Footer"/>
      <w:tabs>
        <w:tab w:val="clear" w:pos="4513"/>
        <w:tab w:val="clear" w:pos="9026"/>
        <w:tab w:val="left" w:pos="3119"/>
        <w:tab w:val="left" w:pos="7088"/>
        <w:tab w:val="left" w:pos="822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7E4" w:rsidRDefault="001747E4" w:rsidP="002E07BB">
      <w:r>
        <w:separator/>
      </w:r>
    </w:p>
  </w:footnote>
  <w:footnote w:type="continuationSeparator" w:id="0">
    <w:p w:rsidR="001747E4" w:rsidRDefault="001747E4" w:rsidP="002E07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7E4" w:rsidRDefault="001747E4" w:rsidP="002E07BB">
    <w:pPr>
      <w:pStyle w:val="Header"/>
    </w:pPr>
    <w:r>
      <w:rPr>
        <w:noProof/>
      </w:rPr>
      <w:drawing>
        <wp:inline distT="0" distB="0" distL="0" distR="0" wp14:anchorId="50435B5B" wp14:editId="43148DB2">
          <wp:extent cx="1734545" cy="360000"/>
          <wp:effectExtent l="0" t="0" r="0" b="2540"/>
          <wp:docPr id="3" name="Picture 3"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a:srcRect/>
                  <a:stretch>
                    <a:fillRect/>
                  </a:stretch>
                </pic:blipFill>
                <pic:spPr bwMode="auto">
                  <a:xfrm>
                    <a:off x="0" y="0"/>
                    <a:ext cx="1734545" cy="360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C92" w:rsidRDefault="003D6C92" w:rsidP="002E07BB">
    <w:pPr>
      <w:pStyle w:val="Header"/>
    </w:pPr>
    <w:r>
      <w:rPr>
        <w:noProof/>
      </w:rPr>
      <w:drawing>
        <wp:inline distT="0" distB="0" distL="0" distR="0" wp14:anchorId="068CC520" wp14:editId="61731FD5">
          <wp:extent cx="2071999" cy="432000"/>
          <wp:effectExtent l="0" t="0" r="5080" b="6350"/>
          <wp:docPr id="231" name="Picture 231" descr="Safe Work Australia logo"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Picture"/>
                  <pic:cNvPicPr>
                    <a:picLocks noChangeAspect="1" noChangeArrowheads="1"/>
                  </pic:cNvPicPr>
                </pic:nvPicPr>
                <pic:blipFill>
                  <a:blip r:embed="rId1" cstate="print"/>
                  <a:srcRect/>
                  <a:stretch>
                    <a:fillRect/>
                  </a:stretch>
                </pic:blipFill>
                <pic:spPr bwMode="auto">
                  <a:xfrm>
                    <a:off x="0" y="0"/>
                    <a:ext cx="2071999" cy="4320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B5857"/>
    <w:multiLevelType w:val="hybridMultilevel"/>
    <w:tmpl w:val="84508CC8"/>
    <w:lvl w:ilvl="0" w:tplc="0C090001">
      <w:start w:val="1"/>
      <w:numFmt w:val="bullet"/>
      <w:lvlText w:val=""/>
      <w:lvlJc w:val="left"/>
      <w:pPr>
        <w:ind w:left="644" w:hanging="360"/>
      </w:pPr>
      <w:rPr>
        <w:rFonts w:ascii="Symbol" w:hAnsi="Symbol" w:hint="default"/>
      </w:rPr>
    </w:lvl>
    <w:lvl w:ilvl="1" w:tplc="0C090003">
      <w:start w:val="1"/>
      <w:numFmt w:val="bullet"/>
      <w:lvlText w:val="o"/>
      <w:lvlJc w:val="left"/>
      <w:pPr>
        <w:ind w:left="1353"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2EB05053"/>
    <w:multiLevelType w:val="hybridMultilevel"/>
    <w:tmpl w:val="EEF01316"/>
    <w:lvl w:ilvl="0" w:tplc="86748FDC">
      <w:start w:val="1"/>
      <w:numFmt w:val="bullet"/>
      <w:pStyle w:val="ListParagraph"/>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5CB"/>
    <w:rsid w:val="000458A6"/>
    <w:rsid w:val="0005071F"/>
    <w:rsid w:val="00051A82"/>
    <w:rsid w:val="000D7B98"/>
    <w:rsid w:val="001747E4"/>
    <w:rsid w:val="001D05CB"/>
    <w:rsid w:val="00277EC8"/>
    <w:rsid w:val="002E07BB"/>
    <w:rsid w:val="003D6C92"/>
    <w:rsid w:val="00442BD0"/>
    <w:rsid w:val="005524D2"/>
    <w:rsid w:val="005842D8"/>
    <w:rsid w:val="006720D9"/>
    <w:rsid w:val="007054DD"/>
    <w:rsid w:val="00840684"/>
    <w:rsid w:val="008D069F"/>
    <w:rsid w:val="00913F81"/>
    <w:rsid w:val="00916DA4"/>
    <w:rsid w:val="00A04F5F"/>
    <w:rsid w:val="00A33A99"/>
    <w:rsid w:val="00AE027C"/>
    <w:rsid w:val="00BF6C30"/>
    <w:rsid w:val="00C17E5F"/>
    <w:rsid w:val="00CC405A"/>
    <w:rsid w:val="00D4475F"/>
    <w:rsid w:val="00E16445"/>
    <w:rsid w:val="00E46DD1"/>
    <w:rsid w:val="00E609D6"/>
    <w:rsid w:val="00ED4528"/>
    <w:rsid w:val="00F74C54"/>
    <w:rsid w:val="00F928A6"/>
    <w:rsid w:val="00FD3E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7BB"/>
    <w:pPr>
      <w:spacing w:before="120" w:after="0" w:line="240" w:lineRule="auto"/>
    </w:pPr>
    <w:rPr>
      <w:rFonts w:ascii="Arial" w:eastAsia="Times New Roman" w:hAnsi="Arial" w:cs="Arial"/>
      <w:bCs/>
      <w:sz w:val="20"/>
      <w:szCs w:val="20"/>
      <w:lang w:eastAsia="en-AU"/>
    </w:rPr>
  </w:style>
  <w:style w:type="paragraph" w:styleId="Heading1">
    <w:name w:val="heading 1"/>
    <w:basedOn w:val="Normal"/>
    <w:next w:val="Normal"/>
    <w:link w:val="Heading1Char"/>
    <w:qFormat/>
    <w:rsid w:val="001D05CB"/>
    <w:pPr>
      <w:keepNext/>
      <w:spacing w:before="240" w:after="60"/>
      <w:outlineLvl w:val="0"/>
    </w:pPr>
    <w:rPr>
      <w:b/>
      <w:bCs w:val="0"/>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05CB"/>
    <w:rPr>
      <w:rFonts w:ascii="Arial" w:eastAsia="Times New Roman" w:hAnsi="Arial" w:cs="Arial"/>
      <w:b/>
      <w:bCs/>
      <w:kern w:val="32"/>
      <w:szCs w:val="32"/>
      <w:lang w:eastAsia="en-AU"/>
    </w:rPr>
  </w:style>
  <w:style w:type="paragraph" w:styleId="ListParagraph">
    <w:name w:val="List Paragraph"/>
    <w:basedOn w:val="Normal"/>
    <w:uiPriority w:val="34"/>
    <w:qFormat/>
    <w:rsid w:val="002E07BB"/>
    <w:pPr>
      <w:numPr>
        <w:numId w:val="1"/>
      </w:numPr>
      <w:ind w:left="360"/>
    </w:pPr>
    <w:rPr>
      <w:rFonts w:eastAsia="Calibri"/>
      <w:szCs w:val="22"/>
      <w:lang w:eastAsia="en-US"/>
    </w:rPr>
  </w:style>
  <w:style w:type="paragraph" w:styleId="Header">
    <w:name w:val="header"/>
    <w:basedOn w:val="Normal"/>
    <w:link w:val="HeaderChar"/>
    <w:uiPriority w:val="99"/>
    <w:unhideWhenUsed/>
    <w:rsid w:val="001747E4"/>
    <w:pPr>
      <w:tabs>
        <w:tab w:val="center" w:pos="4513"/>
        <w:tab w:val="right" w:pos="9026"/>
      </w:tabs>
      <w:spacing w:before="0"/>
    </w:pPr>
  </w:style>
  <w:style w:type="character" w:customStyle="1" w:styleId="HeaderChar">
    <w:name w:val="Header Char"/>
    <w:basedOn w:val="DefaultParagraphFont"/>
    <w:link w:val="Header"/>
    <w:uiPriority w:val="99"/>
    <w:rsid w:val="001747E4"/>
    <w:rPr>
      <w:rFonts w:ascii="Arial" w:eastAsia="Times New Roman" w:hAnsi="Arial" w:cs="Times New Roman"/>
      <w:szCs w:val="24"/>
      <w:lang w:eastAsia="en-AU"/>
    </w:rPr>
  </w:style>
  <w:style w:type="paragraph" w:styleId="Footer">
    <w:name w:val="footer"/>
    <w:basedOn w:val="Normal"/>
    <w:link w:val="FooterChar"/>
    <w:unhideWhenUsed/>
    <w:rsid w:val="001747E4"/>
    <w:pPr>
      <w:tabs>
        <w:tab w:val="center" w:pos="4513"/>
        <w:tab w:val="right" w:pos="9026"/>
      </w:tabs>
      <w:spacing w:before="0"/>
    </w:pPr>
  </w:style>
  <w:style w:type="character" w:customStyle="1" w:styleId="FooterChar">
    <w:name w:val="Footer Char"/>
    <w:basedOn w:val="DefaultParagraphFont"/>
    <w:link w:val="Footer"/>
    <w:rsid w:val="001747E4"/>
    <w:rPr>
      <w:rFonts w:ascii="Arial" w:eastAsia="Times New Roman" w:hAnsi="Arial" w:cs="Times New Roman"/>
      <w:szCs w:val="24"/>
      <w:lang w:eastAsia="en-AU"/>
    </w:rPr>
  </w:style>
  <w:style w:type="paragraph" w:styleId="BalloonText">
    <w:name w:val="Balloon Text"/>
    <w:basedOn w:val="Normal"/>
    <w:link w:val="BalloonTextChar"/>
    <w:uiPriority w:val="99"/>
    <w:semiHidden/>
    <w:unhideWhenUsed/>
    <w:rsid w:val="001747E4"/>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7E4"/>
    <w:rPr>
      <w:rFonts w:ascii="Tahoma" w:eastAsia="Times New Roman" w:hAnsi="Tahoma" w:cs="Tahoma"/>
      <w:sz w:val="16"/>
      <w:szCs w:val="16"/>
      <w:lang w:eastAsia="en-AU"/>
    </w:rPr>
  </w:style>
  <w:style w:type="paragraph" w:styleId="Title">
    <w:name w:val="Title"/>
    <w:basedOn w:val="Normal"/>
    <w:next w:val="Normal"/>
    <w:link w:val="TitleChar"/>
    <w:uiPriority w:val="10"/>
    <w:qFormat/>
    <w:rsid w:val="00913F81"/>
    <w:pPr>
      <w:spacing w:before="0"/>
      <w:jc w:val="center"/>
    </w:pPr>
    <w:rPr>
      <w:b/>
      <w:color w:val="365F91" w:themeColor="accent1" w:themeShade="BF"/>
      <w:sz w:val="44"/>
      <w:szCs w:val="44"/>
    </w:rPr>
  </w:style>
  <w:style w:type="character" w:customStyle="1" w:styleId="TitleChar">
    <w:name w:val="Title Char"/>
    <w:basedOn w:val="DefaultParagraphFont"/>
    <w:link w:val="Title"/>
    <w:uiPriority w:val="10"/>
    <w:rsid w:val="00913F81"/>
    <w:rPr>
      <w:rFonts w:ascii="Arial" w:eastAsia="Times New Roman" w:hAnsi="Arial" w:cs="Arial"/>
      <w:b/>
      <w:bCs/>
      <w:color w:val="365F91" w:themeColor="accent1" w:themeShade="BF"/>
      <w:sz w:val="44"/>
      <w:szCs w:val="4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7BB"/>
    <w:pPr>
      <w:spacing w:before="120" w:after="0" w:line="240" w:lineRule="auto"/>
    </w:pPr>
    <w:rPr>
      <w:rFonts w:ascii="Arial" w:eastAsia="Times New Roman" w:hAnsi="Arial" w:cs="Arial"/>
      <w:bCs/>
      <w:sz w:val="20"/>
      <w:szCs w:val="20"/>
      <w:lang w:eastAsia="en-AU"/>
    </w:rPr>
  </w:style>
  <w:style w:type="paragraph" w:styleId="Heading1">
    <w:name w:val="heading 1"/>
    <w:basedOn w:val="Normal"/>
    <w:next w:val="Normal"/>
    <w:link w:val="Heading1Char"/>
    <w:qFormat/>
    <w:rsid w:val="001D05CB"/>
    <w:pPr>
      <w:keepNext/>
      <w:spacing w:before="240" w:after="60"/>
      <w:outlineLvl w:val="0"/>
    </w:pPr>
    <w:rPr>
      <w:b/>
      <w:bCs w:val="0"/>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D05CB"/>
    <w:rPr>
      <w:rFonts w:ascii="Arial" w:eastAsia="Times New Roman" w:hAnsi="Arial" w:cs="Arial"/>
      <w:b/>
      <w:bCs/>
      <w:kern w:val="32"/>
      <w:szCs w:val="32"/>
      <w:lang w:eastAsia="en-AU"/>
    </w:rPr>
  </w:style>
  <w:style w:type="paragraph" w:styleId="ListParagraph">
    <w:name w:val="List Paragraph"/>
    <w:basedOn w:val="Normal"/>
    <w:uiPriority w:val="34"/>
    <w:qFormat/>
    <w:rsid w:val="002E07BB"/>
    <w:pPr>
      <w:numPr>
        <w:numId w:val="1"/>
      </w:numPr>
      <w:ind w:left="360"/>
    </w:pPr>
    <w:rPr>
      <w:rFonts w:eastAsia="Calibri"/>
      <w:szCs w:val="22"/>
      <w:lang w:eastAsia="en-US"/>
    </w:rPr>
  </w:style>
  <w:style w:type="paragraph" w:styleId="Header">
    <w:name w:val="header"/>
    <w:basedOn w:val="Normal"/>
    <w:link w:val="HeaderChar"/>
    <w:uiPriority w:val="99"/>
    <w:unhideWhenUsed/>
    <w:rsid w:val="001747E4"/>
    <w:pPr>
      <w:tabs>
        <w:tab w:val="center" w:pos="4513"/>
        <w:tab w:val="right" w:pos="9026"/>
      </w:tabs>
      <w:spacing w:before="0"/>
    </w:pPr>
  </w:style>
  <w:style w:type="character" w:customStyle="1" w:styleId="HeaderChar">
    <w:name w:val="Header Char"/>
    <w:basedOn w:val="DefaultParagraphFont"/>
    <w:link w:val="Header"/>
    <w:uiPriority w:val="99"/>
    <w:rsid w:val="001747E4"/>
    <w:rPr>
      <w:rFonts w:ascii="Arial" w:eastAsia="Times New Roman" w:hAnsi="Arial" w:cs="Times New Roman"/>
      <w:szCs w:val="24"/>
      <w:lang w:eastAsia="en-AU"/>
    </w:rPr>
  </w:style>
  <w:style w:type="paragraph" w:styleId="Footer">
    <w:name w:val="footer"/>
    <w:basedOn w:val="Normal"/>
    <w:link w:val="FooterChar"/>
    <w:unhideWhenUsed/>
    <w:rsid w:val="001747E4"/>
    <w:pPr>
      <w:tabs>
        <w:tab w:val="center" w:pos="4513"/>
        <w:tab w:val="right" w:pos="9026"/>
      </w:tabs>
      <w:spacing w:before="0"/>
    </w:pPr>
  </w:style>
  <w:style w:type="character" w:customStyle="1" w:styleId="FooterChar">
    <w:name w:val="Footer Char"/>
    <w:basedOn w:val="DefaultParagraphFont"/>
    <w:link w:val="Footer"/>
    <w:rsid w:val="001747E4"/>
    <w:rPr>
      <w:rFonts w:ascii="Arial" w:eastAsia="Times New Roman" w:hAnsi="Arial" w:cs="Times New Roman"/>
      <w:szCs w:val="24"/>
      <w:lang w:eastAsia="en-AU"/>
    </w:rPr>
  </w:style>
  <w:style w:type="paragraph" w:styleId="BalloonText">
    <w:name w:val="Balloon Text"/>
    <w:basedOn w:val="Normal"/>
    <w:link w:val="BalloonTextChar"/>
    <w:uiPriority w:val="99"/>
    <w:semiHidden/>
    <w:unhideWhenUsed/>
    <w:rsid w:val="001747E4"/>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47E4"/>
    <w:rPr>
      <w:rFonts w:ascii="Tahoma" w:eastAsia="Times New Roman" w:hAnsi="Tahoma" w:cs="Tahoma"/>
      <w:sz w:val="16"/>
      <w:szCs w:val="16"/>
      <w:lang w:eastAsia="en-AU"/>
    </w:rPr>
  </w:style>
  <w:style w:type="paragraph" w:styleId="Title">
    <w:name w:val="Title"/>
    <w:basedOn w:val="Normal"/>
    <w:next w:val="Normal"/>
    <w:link w:val="TitleChar"/>
    <w:uiPriority w:val="10"/>
    <w:qFormat/>
    <w:rsid w:val="00913F81"/>
    <w:pPr>
      <w:spacing w:before="0"/>
      <w:jc w:val="center"/>
    </w:pPr>
    <w:rPr>
      <w:b/>
      <w:color w:val="365F91" w:themeColor="accent1" w:themeShade="BF"/>
      <w:sz w:val="44"/>
      <w:szCs w:val="44"/>
    </w:rPr>
  </w:style>
  <w:style w:type="character" w:customStyle="1" w:styleId="TitleChar">
    <w:name w:val="Title Char"/>
    <w:basedOn w:val="DefaultParagraphFont"/>
    <w:link w:val="Title"/>
    <w:uiPriority w:val="10"/>
    <w:rsid w:val="00913F81"/>
    <w:rPr>
      <w:rFonts w:ascii="Arial" w:eastAsia="Times New Roman" w:hAnsi="Arial" w:cs="Arial"/>
      <w:b/>
      <w:bCs/>
      <w:color w:val="365F91" w:themeColor="accent1" w:themeShade="BF"/>
      <w:sz w:val="44"/>
      <w:szCs w:val="4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A1550-E61F-4F37-95EA-AF26E5A14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6C37663D.dotm</Template>
  <TotalTime>30</TotalTime>
  <Pages>1</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Working in the vicinity of overhead and underground electric lines definitions</vt:lpstr>
    </vt:vector>
  </TitlesOfParts>
  <Company>Australian Government</Company>
  <LinksUpToDate>false</LinksUpToDate>
  <CharactersWithSpaces>3551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in the vicinity of overhead and underground electric lines definitions</dc:title>
  <dc:creator/>
  <cp:lastModifiedBy>Shayn Wetherell</cp:lastModifiedBy>
  <cp:revision>18</cp:revision>
  <cp:lastPrinted>2014-06-16T07:03:00Z</cp:lastPrinted>
  <dcterms:created xsi:type="dcterms:W3CDTF">2014-06-13T04:55:00Z</dcterms:created>
  <dcterms:modified xsi:type="dcterms:W3CDTF">2014-09-08T06:05:00Z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