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21C40DE" w14:textId="77777777" w:rsidR="00BD499F" w:rsidRPr="004C23F4" w:rsidRDefault="009D635D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Ammonia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5A2ACE25" w14:textId="77777777" w:rsidTr="00B76A41">
        <w:trPr>
          <w:cantSplit/>
          <w:tblHeader/>
        </w:trPr>
        <w:tc>
          <w:tcPr>
            <w:tcW w:w="4077" w:type="dxa"/>
          </w:tcPr>
          <w:p w14:paraId="20F163E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791A9C5" w14:textId="77777777" w:rsidR="00F43AD5" w:rsidRPr="00717D45" w:rsidRDefault="009D635D" w:rsidP="00B76A41">
            <w:pPr>
              <w:pStyle w:val="Tablefont"/>
            </w:pPr>
            <w:r>
              <w:t>7664-41-7</w:t>
            </w:r>
          </w:p>
        </w:tc>
      </w:tr>
      <w:tr w:rsidR="00F43AD5" w:rsidRPr="004C23F4" w14:paraId="70ED0BFD" w14:textId="77777777" w:rsidTr="00B76A41">
        <w:trPr>
          <w:cantSplit/>
        </w:trPr>
        <w:tc>
          <w:tcPr>
            <w:tcW w:w="4077" w:type="dxa"/>
          </w:tcPr>
          <w:p w14:paraId="37334AA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5C35051" w14:textId="0023DCC8" w:rsidR="00F43AD5" w:rsidRPr="00717D45" w:rsidRDefault="004A14D3" w:rsidP="00B76A41">
            <w:pPr>
              <w:pStyle w:val="Tablefont"/>
            </w:pPr>
            <w:r>
              <w:t xml:space="preserve">Nitrogen </w:t>
            </w:r>
            <w:proofErr w:type="spellStart"/>
            <w:r>
              <w:t>trihydride</w:t>
            </w:r>
            <w:proofErr w:type="spellEnd"/>
            <w:r>
              <w:t>,</w:t>
            </w:r>
            <w:r w:rsidR="00320C5F">
              <w:t xml:space="preserve"> </w:t>
            </w:r>
            <w:proofErr w:type="spellStart"/>
            <w:r w:rsidR="00320C5F" w:rsidRPr="00320C5F">
              <w:t>trihydridonitrogen</w:t>
            </w:r>
            <w:proofErr w:type="spellEnd"/>
            <w:r w:rsidR="00320C5F">
              <w:t xml:space="preserve">, </w:t>
            </w:r>
            <w:r w:rsidR="00593F20">
              <w:br/>
            </w:r>
            <w:r w:rsidR="00320C5F">
              <w:t>hydrogen nitride</w:t>
            </w:r>
          </w:p>
        </w:tc>
      </w:tr>
      <w:tr w:rsidR="00F43AD5" w:rsidRPr="004C23F4" w14:paraId="24292A5B" w14:textId="77777777" w:rsidTr="00B76A41">
        <w:trPr>
          <w:cantSplit/>
        </w:trPr>
        <w:tc>
          <w:tcPr>
            <w:tcW w:w="4077" w:type="dxa"/>
          </w:tcPr>
          <w:p w14:paraId="50F1DD9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CE2332" w14:textId="77777777" w:rsidR="00F43AD5" w:rsidRPr="00717D45" w:rsidRDefault="00320C5F" w:rsidP="00B76A41">
            <w:pPr>
              <w:pStyle w:val="Tablefont"/>
            </w:pPr>
            <w:r>
              <w:t>NH</w:t>
            </w:r>
            <w:r w:rsidRPr="00320C5F">
              <w:rPr>
                <w:vertAlign w:val="subscript"/>
              </w:rPr>
              <w:t>3</w:t>
            </w:r>
          </w:p>
        </w:tc>
      </w:tr>
      <w:tr w:rsidR="00F43AD5" w:rsidRPr="004C23F4" w14:paraId="3C54A8A1" w14:textId="77777777" w:rsidTr="00B76A41">
        <w:trPr>
          <w:cantSplit/>
        </w:trPr>
        <w:tc>
          <w:tcPr>
            <w:tcW w:w="4077" w:type="dxa"/>
          </w:tcPr>
          <w:p w14:paraId="5A4A9BD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B490BBF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16D60747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B289B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F1594A0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BE1D9A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1267B19D" w14:textId="77777777" w:rsidR="002C7AFE" w:rsidRPr="005475BD" w:rsidRDefault="002B289B" w:rsidP="00017C82">
            <w:pPr>
              <w:pStyle w:val="Tablefont"/>
              <w:rPr>
                <w:b/>
              </w:rPr>
            </w:pPr>
            <w:r w:rsidRPr="005475BD">
              <w:rPr>
                <w:b/>
              </w:rPr>
              <w:t>20 ppm (14 mg/m</w:t>
            </w:r>
            <w:r w:rsidRPr="005475BD">
              <w:rPr>
                <w:b/>
                <w:vertAlign w:val="superscript"/>
              </w:rPr>
              <w:t>3</w:t>
            </w:r>
            <w:r w:rsidRPr="005475BD">
              <w:rPr>
                <w:b/>
              </w:rPr>
              <w:t>)</w:t>
            </w:r>
          </w:p>
        </w:tc>
      </w:tr>
      <w:tr w:rsidR="002C7AFE" w:rsidRPr="004C23F4" w14:paraId="299B0CA5" w14:textId="77777777" w:rsidTr="00921DE7">
        <w:trPr>
          <w:cantSplit/>
        </w:trPr>
        <w:tc>
          <w:tcPr>
            <w:tcW w:w="4077" w:type="dxa"/>
            <w:vAlign w:val="center"/>
          </w:tcPr>
          <w:p w14:paraId="69F387A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3EA70C99" w14:textId="77777777" w:rsidR="002C7AFE" w:rsidRPr="005475BD" w:rsidRDefault="002B289B" w:rsidP="00017C82">
            <w:pPr>
              <w:pStyle w:val="Tablefont"/>
              <w:rPr>
                <w:b/>
              </w:rPr>
            </w:pPr>
            <w:r w:rsidRPr="005475BD">
              <w:rPr>
                <w:b/>
              </w:rPr>
              <w:t>35 ppm (24 mg/m</w:t>
            </w:r>
            <w:r w:rsidRPr="005475BD">
              <w:rPr>
                <w:b/>
                <w:vertAlign w:val="superscript"/>
              </w:rPr>
              <w:t>3</w:t>
            </w:r>
            <w:r w:rsidRPr="005475BD">
              <w:rPr>
                <w:b/>
              </w:rPr>
              <w:t>)</w:t>
            </w:r>
          </w:p>
        </w:tc>
      </w:tr>
      <w:tr w:rsidR="002C7AFE" w:rsidRPr="004C23F4" w14:paraId="31460F12" w14:textId="77777777" w:rsidTr="00921DE7">
        <w:trPr>
          <w:cantSplit/>
        </w:trPr>
        <w:tc>
          <w:tcPr>
            <w:tcW w:w="4077" w:type="dxa"/>
            <w:vAlign w:val="center"/>
          </w:tcPr>
          <w:p w14:paraId="3C40DF39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FC059E9" w14:textId="77777777" w:rsidR="002C7AFE" w:rsidRPr="00EB3D1B" w:rsidRDefault="001E7BE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7390ED7" w14:textId="77777777" w:rsidTr="00A2073D">
        <w:trPr>
          <w:cantSplit/>
        </w:trPr>
        <w:tc>
          <w:tcPr>
            <w:tcW w:w="4077" w:type="dxa"/>
          </w:tcPr>
          <w:p w14:paraId="67BCEDB1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55F79C6E" w14:textId="77777777" w:rsidR="002C7AFE" w:rsidRPr="00EB3D1B" w:rsidRDefault="001E7BE5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F0ABB58" w14:textId="77777777" w:rsidTr="00921DE7">
        <w:trPr>
          <w:cantSplit/>
        </w:trPr>
        <w:tc>
          <w:tcPr>
            <w:tcW w:w="4077" w:type="dxa"/>
            <w:vAlign w:val="center"/>
          </w:tcPr>
          <w:p w14:paraId="74BA48CE" w14:textId="75C88480" w:rsidR="00F10C97" w:rsidRPr="002C58FF" w:rsidRDefault="00921DE7" w:rsidP="00C75FFA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2987EFE4" w14:textId="77777777" w:rsidR="002C7AFE" w:rsidRPr="00EB3D1B" w:rsidRDefault="00F662F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300 ppm</w:t>
            </w:r>
          </w:p>
        </w:tc>
      </w:tr>
      <w:tr w:rsidR="00C75FFA" w:rsidRPr="004C23F4" w14:paraId="3BE0E5CA" w14:textId="77777777" w:rsidTr="00C75FFA">
        <w:trPr>
          <w:cantSplit/>
        </w:trPr>
        <w:tc>
          <w:tcPr>
            <w:tcW w:w="4077" w:type="dxa"/>
          </w:tcPr>
          <w:p w14:paraId="04D9171E" w14:textId="1F71A586" w:rsidR="00C75FFA" w:rsidRDefault="00C75FFA" w:rsidP="00C75FFA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175891DF" w14:textId="529017B7" w:rsidR="00C75FFA" w:rsidRPr="00C75FFA" w:rsidRDefault="00C75FFA" w:rsidP="00017C82">
            <w:pPr>
              <w:pStyle w:val="Tablefont"/>
            </w:pPr>
            <w:r w:rsidRPr="00C75FFA">
              <w:t xml:space="preserve">The recommended value is readily quantifiable through currently available sampling and analysis techniques. </w:t>
            </w:r>
          </w:p>
        </w:tc>
      </w:tr>
    </w:tbl>
    <w:p w14:paraId="39C1FDA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22DC677" w14:textId="6926236F" w:rsidR="004F0F94" w:rsidRDefault="00277A81" w:rsidP="00593F20">
      <w:pPr>
        <w:rPr>
          <w:b/>
          <w:bCs/>
          <w:iCs/>
        </w:rPr>
      </w:pPr>
      <w:r>
        <w:t>A</w:t>
      </w:r>
      <w:r w:rsidR="002B289B">
        <w:t xml:space="preserve"> </w:t>
      </w:r>
      <w:r w:rsidR="002B289B" w:rsidRPr="002B289B">
        <w:t xml:space="preserve">TWA </w:t>
      </w:r>
      <w:r w:rsidR="00341D14">
        <w:t xml:space="preserve">of </w:t>
      </w:r>
      <w:r w:rsidR="00341D14" w:rsidRPr="00341D14">
        <w:t>20 ppm (14 mg/m</w:t>
      </w:r>
      <w:r w:rsidR="00341D14" w:rsidRPr="00341D14">
        <w:rPr>
          <w:vertAlign w:val="superscript"/>
        </w:rPr>
        <w:t>3</w:t>
      </w:r>
      <w:r w:rsidR="00341D14" w:rsidRPr="00341D14">
        <w:t>)</w:t>
      </w:r>
      <w:r w:rsidR="00341D14">
        <w:t xml:space="preserve"> </w:t>
      </w:r>
      <w:proofErr w:type="gramStart"/>
      <w:r w:rsidR="002B289B" w:rsidRPr="002B289B">
        <w:t>is recommended</w:t>
      </w:r>
      <w:proofErr w:type="gramEnd"/>
      <w:r w:rsidR="002B289B" w:rsidRPr="002B289B">
        <w:t xml:space="preserve"> to </w:t>
      </w:r>
      <w:r w:rsidR="00341D14">
        <w:t xml:space="preserve">protect for </w:t>
      </w:r>
      <w:r w:rsidR="002B289B" w:rsidRPr="002B289B">
        <w:t>eye and respir</w:t>
      </w:r>
      <w:r w:rsidR="004F0F94">
        <w:t>atory tract irritation</w:t>
      </w:r>
      <w:r w:rsidR="00320C5F">
        <w:t xml:space="preserve"> </w:t>
      </w:r>
      <w:r w:rsidR="00320C5F" w:rsidRPr="00320C5F">
        <w:t xml:space="preserve">in </w:t>
      </w:r>
      <w:r>
        <w:t xml:space="preserve">exposed </w:t>
      </w:r>
      <w:r w:rsidR="00320C5F" w:rsidRPr="00320C5F">
        <w:t>workers</w:t>
      </w:r>
      <w:r w:rsidR="00341D14">
        <w:t xml:space="preserve">. </w:t>
      </w:r>
      <w:r>
        <w:t>A</w:t>
      </w:r>
      <w:r w:rsidR="004F0F94">
        <w:t xml:space="preserve"> </w:t>
      </w:r>
      <w:r w:rsidR="002B289B" w:rsidRPr="002B289B">
        <w:t xml:space="preserve">STEL </w:t>
      </w:r>
      <w:r w:rsidR="00341D14">
        <w:t xml:space="preserve">of </w:t>
      </w:r>
      <w:r w:rsidR="00341D14" w:rsidRPr="00341D14">
        <w:t>35 ppm (</w:t>
      </w:r>
      <w:r w:rsidRPr="00341D14">
        <w:t>24</w:t>
      </w:r>
      <w:r>
        <w:t> </w:t>
      </w:r>
      <w:r w:rsidR="00341D14" w:rsidRPr="00341D14">
        <w:t>mg/m</w:t>
      </w:r>
      <w:r w:rsidR="00341D14" w:rsidRPr="00277A81">
        <w:rPr>
          <w:vertAlign w:val="superscript"/>
        </w:rPr>
        <w:t>3</w:t>
      </w:r>
      <w:r w:rsidR="00341D14" w:rsidRPr="00341D14">
        <w:t>)</w:t>
      </w:r>
      <w:r w:rsidR="00341D14">
        <w:t xml:space="preserve"> </w:t>
      </w:r>
      <w:proofErr w:type="gramStart"/>
      <w:r w:rsidR="002B289B" w:rsidRPr="002B289B">
        <w:t>is recommended</w:t>
      </w:r>
      <w:proofErr w:type="gramEnd"/>
      <w:r w:rsidR="002B289B" w:rsidRPr="002B289B">
        <w:t xml:space="preserve"> to</w:t>
      </w:r>
      <w:r w:rsidR="004F0F94">
        <w:t xml:space="preserve"> </w:t>
      </w:r>
      <w:r w:rsidR="00341D14">
        <w:t>protect for</w:t>
      </w:r>
      <w:r w:rsidR="004F0F94">
        <w:t xml:space="preserve"> acute exposures and</w:t>
      </w:r>
      <w:r w:rsidR="002B289B" w:rsidRPr="002B289B">
        <w:t xml:space="preserve"> minimise </w:t>
      </w:r>
      <w:r w:rsidR="004F0F94">
        <w:t xml:space="preserve">irritation </w:t>
      </w:r>
      <w:r w:rsidR="007238C4" w:rsidRPr="002B289B">
        <w:t>effects</w:t>
      </w:r>
      <w:r w:rsidR="000333FB">
        <w:t xml:space="preserve"> and discomfort</w:t>
      </w:r>
      <w:r w:rsidR="007238C4" w:rsidRPr="002B289B">
        <w:t>.</w:t>
      </w:r>
    </w:p>
    <w:p w14:paraId="11239D4C" w14:textId="77777777" w:rsidR="00341D14" w:rsidRPr="004C23F4" w:rsidRDefault="00341D14" w:rsidP="00341D14">
      <w:pPr>
        <w:pStyle w:val="Heading2"/>
      </w:pPr>
      <w:r>
        <w:t>Discussion and conclusions</w:t>
      </w:r>
    </w:p>
    <w:p w14:paraId="1E562CD3" w14:textId="7BB75295" w:rsidR="00341D14" w:rsidRPr="00341D14" w:rsidRDefault="008376E7" w:rsidP="00341D14">
      <w:pPr>
        <w:rPr>
          <w:rFonts w:cs="Arial"/>
        </w:rPr>
      </w:pPr>
      <w:r>
        <w:rPr>
          <w:rFonts w:cs="Arial"/>
        </w:rPr>
        <w:t xml:space="preserve">Ammonia </w:t>
      </w:r>
      <w:proofErr w:type="gramStart"/>
      <w:r>
        <w:rPr>
          <w:rFonts w:cs="Arial"/>
        </w:rPr>
        <w:t>is used</w:t>
      </w:r>
      <w:proofErr w:type="gramEnd"/>
      <w:r>
        <w:rPr>
          <w:rFonts w:cs="Arial"/>
        </w:rPr>
        <w:t xml:space="preserve"> as a fertiliser</w:t>
      </w:r>
      <w:r w:rsidR="00246407">
        <w:rPr>
          <w:rFonts w:cs="Arial"/>
        </w:rPr>
        <w:t xml:space="preserve"> in ammoniated fertilisers</w:t>
      </w:r>
      <w:r>
        <w:rPr>
          <w:rFonts w:cs="Arial"/>
        </w:rPr>
        <w:t xml:space="preserve">. It </w:t>
      </w:r>
      <w:proofErr w:type="gramStart"/>
      <w:r>
        <w:rPr>
          <w:rFonts w:cs="Arial"/>
        </w:rPr>
        <w:t>is also used</w:t>
      </w:r>
      <w:proofErr w:type="gramEnd"/>
      <w:r>
        <w:rPr>
          <w:rFonts w:cs="Arial"/>
        </w:rPr>
        <w:t xml:space="preserve"> in the manufacture of </w:t>
      </w:r>
      <w:r w:rsidR="00246407">
        <w:rPr>
          <w:rFonts w:cs="Arial"/>
        </w:rPr>
        <w:t>nitric acid, hydrazine hydrate, hydrogen cyanide and acrylonitrile. Other applications of ammonia include its use as a refrigerant, as a condensation catalyst for polymers</w:t>
      </w:r>
      <w:r w:rsidR="00246407" w:rsidRPr="00341D14">
        <w:rPr>
          <w:rFonts w:cs="Arial"/>
        </w:rPr>
        <w:t xml:space="preserve"> </w:t>
      </w:r>
      <w:r w:rsidR="00246407">
        <w:rPr>
          <w:rFonts w:cs="Arial"/>
        </w:rPr>
        <w:t xml:space="preserve">and it </w:t>
      </w:r>
      <w:proofErr w:type="gramStart"/>
      <w:r w:rsidR="00246407">
        <w:rPr>
          <w:rFonts w:cs="Arial"/>
        </w:rPr>
        <w:t>is also used</w:t>
      </w:r>
      <w:proofErr w:type="gramEnd"/>
      <w:r w:rsidR="00246407">
        <w:rPr>
          <w:rFonts w:cs="Arial"/>
        </w:rPr>
        <w:t xml:space="preserve"> in nitriding of steel. </w:t>
      </w:r>
      <w:r w:rsidR="00341D14" w:rsidRPr="00341D14">
        <w:rPr>
          <w:rFonts w:cs="Arial"/>
        </w:rPr>
        <w:t>Exposure to airborne ammonia is associated with irritant effects of the eyes and respiratory tract (ACGIH, 2018).</w:t>
      </w:r>
    </w:p>
    <w:p w14:paraId="6B0267AD" w14:textId="5DA06B22" w:rsidR="00341D14" w:rsidRPr="004C23F4" w:rsidRDefault="00341D14" w:rsidP="00341D14">
      <w:pPr>
        <w:rPr>
          <w:rFonts w:cs="Arial"/>
        </w:rPr>
      </w:pPr>
      <w:r w:rsidRPr="00341D14">
        <w:rPr>
          <w:rFonts w:cs="Arial"/>
        </w:rPr>
        <w:t>A LOAEL of 50 ppm (36 mg/m</w:t>
      </w:r>
      <w:r w:rsidRPr="00277A81">
        <w:rPr>
          <w:rFonts w:cs="Arial"/>
          <w:vertAlign w:val="superscript"/>
        </w:rPr>
        <w:t>3</w:t>
      </w:r>
      <w:r w:rsidRPr="00341D14">
        <w:rPr>
          <w:rFonts w:cs="Arial"/>
        </w:rPr>
        <w:t xml:space="preserve">) for mild irritation </w:t>
      </w:r>
      <w:proofErr w:type="gramStart"/>
      <w:r w:rsidR="002A4C33">
        <w:rPr>
          <w:rFonts w:cs="Arial"/>
        </w:rPr>
        <w:t>is</w:t>
      </w:r>
      <w:r w:rsidR="002A4C33" w:rsidRPr="00341D14">
        <w:rPr>
          <w:rFonts w:cs="Arial"/>
        </w:rPr>
        <w:t xml:space="preserve"> </w:t>
      </w:r>
      <w:r w:rsidRPr="00341D14">
        <w:rPr>
          <w:rFonts w:cs="Arial"/>
        </w:rPr>
        <w:t>reported</w:t>
      </w:r>
      <w:proofErr w:type="gramEnd"/>
      <w:r w:rsidRPr="00341D14">
        <w:rPr>
          <w:rFonts w:cs="Arial"/>
        </w:rPr>
        <w:t xml:space="preserve"> in humans (SCOEL, 1992). A NOAEL of 13.6 mg/m</w:t>
      </w:r>
      <w:r w:rsidRPr="00277A81">
        <w:rPr>
          <w:rFonts w:cs="Arial"/>
          <w:vertAlign w:val="superscript"/>
        </w:rPr>
        <w:t>3</w:t>
      </w:r>
      <w:r w:rsidRPr="00341D14">
        <w:rPr>
          <w:rFonts w:cs="Arial"/>
        </w:rPr>
        <w:t xml:space="preserve"> </w:t>
      </w:r>
      <w:r w:rsidR="000333FB">
        <w:rPr>
          <w:rFonts w:cs="Arial"/>
        </w:rPr>
        <w:t xml:space="preserve">(approximately 20 ppm) </w:t>
      </w:r>
      <w:r w:rsidRPr="00341D14">
        <w:rPr>
          <w:rFonts w:cs="Arial"/>
        </w:rPr>
        <w:t>for</w:t>
      </w:r>
      <w:r w:rsidR="002A4C33">
        <w:rPr>
          <w:rFonts w:cs="Arial"/>
        </w:rPr>
        <w:t xml:space="preserve"> both</w:t>
      </w:r>
      <w:r w:rsidRPr="00341D14">
        <w:rPr>
          <w:rFonts w:cs="Arial"/>
        </w:rPr>
        <w:t xml:space="preserve"> decreased lung function and respiratory effects </w:t>
      </w:r>
      <w:proofErr w:type="gramStart"/>
      <w:r w:rsidR="002A4C33">
        <w:rPr>
          <w:rFonts w:cs="Arial"/>
        </w:rPr>
        <w:t>is</w:t>
      </w:r>
      <w:r w:rsidR="002A4C33" w:rsidRPr="00341D14">
        <w:rPr>
          <w:rFonts w:cs="Arial"/>
        </w:rPr>
        <w:t xml:space="preserve"> </w:t>
      </w:r>
      <w:r w:rsidRPr="00341D14">
        <w:rPr>
          <w:rFonts w:cs="Arial"/>
        </w:rPr>
        <w:t>reported</w:t>
      </w:r>
      <w:proofErr w:type="gramEnd"/>
      <w:r w:rsidRPr="00341D14">
        <w:rPr>
          <w:rFonts w:cs="Arial"/>
        </w:rPr>
        <w:t xml:space="preserve"> in workers (US EPA, 2016). It </w:t>
      </w:r>
      <w:proofErr w:type="gramStart"/>
      <w:r w:rsidRPr="00341D14">
        <w:rPr>
          <w:rFonts w:cs="Arial"/>
        </w:rPr>
        <w:t>is expected</w:t>
      </w:r>
      <w:proofErr w:type="gramEnd"/>
      <w:r w:rsidRPr="00341D14">
        <w:rPr>
          <w:rFonts w:cs="Arial"/>
        </w:rPr>
        <w:t xml:space="preserve"> that the recommended TWA will </w:t>
      </w:r>
      <w:r w:rsidR="00277A81">
        <w:rPr>
          <w:rFonts w:cs="Arial"/>
        </w:rPr>
        <w:t>protect</w:t>
      </w:r>
      <w:r w:rsidR="00277A81" w:rsidRPr="00341D14">
        <w:rPr>
          <w:rFonts w:cs="Arial"/>
        </w:rPr>
        <w:t xml:space="preserve"> </w:t>
      </w:r>
      <w:r>
        <w:rPr>
          <w:rFonts w:cs="Arial"/>
        </w:rPr>
        <w:t>for</w:t>
      </w:r>
      <w:r w:rsidRPr="00341D14">
        <w:rPr>
          <w:rFonts w:cs="Arial"/>
        </w:rPr>
        <w:t xml:space="preserve"> irritant effects in exposed workers and the STEL will provide a margin of safety for acute exposures. </w:t>
      </w:r>
    </w:p>
    <w:p w14:paraId="56504D8F" w14:textId="77777777" w:rsidR="004529F0" w:rsidRPr="007238C4" w:rsidRDefault="004529F0" w:rsidP="007238C4">
      <w:pPr>
        <w:pStyle w:val="Heading2"/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</w:pPr>
      <w:r>
        <w:t>Recommendation for notations</w:t>
      </w:r>
    </w:p>
    <w:p w14:paraId="61BC4E93" w14:textId="77777777" w:rsidR="00F662FA" w:rsidRPr="002B06BC" w:rsidRDefault="00320C5F" w:rsidP="00F662FA">
      <w:pPr>
        <w:rPr>
          <w:rFonts w:cs="Arial"/>
        </w:rPr>
      </w:pPr>
      <w:r>
        <w:rPr>
          <w:rFonts w:cs="Arial"/>
        </w:rPr>
        <w:t>N</w:t>
      </w:r>
      <w:r w:rsidR="00F662FA" w:rsidRPr="002B06BC">
        <w:rPr>
          <w:rFonts w:cs="Arial"/>
        </w:rPr>
        <w:t>ot classified as a carcinogen according to the Globally Harmonized System of Classification and Labelling of Chemicals (GHS).</w:t>
      </w:r>
    </w:p>
    <w:p w14:paraId="101F3F43" w14:textId="77777777" w:rsidR="00F662FA" w:rsidRPr="002B06BC" w:rsidRDefault="00320C5F" w:rsidP="00F662FA">
      <w:pPr>
        <w:rPr>
          <w:rFonts w:cs="Arial"/>
        </w:rPr>
      </w:pPr>
      <w:r>
        <w:rPr>
          <w:rFonts w:cs="Arial"/>
        </w:rPr>
        <w:t>Not</w:t>
      </w:r>
      <w:r w:rsidR="00F662FA" w:rsidRPr="002B06BC">
        <w:rPr>
          <w:rFonts w:cs="Arial"/>
        </w:rPr>
        <w:t xml:space="preserve"> classified as a skin</w:t>
      </w:r>
      <w:r w:rsidR="00771031">
        <w:rPr>
          <w:rFonts w:cs="Arial"/>
        </w:rPr>
        <w:t xml:space="preserve"> sensitiser</w:t>
      </w:r>
      <w:r w:rsidR="00F662FA" w:rsidRPr="002B06BC">
        <w:rPr>
          <w:rFonts w:cs="Arial"/>
        </w:rPr>
        <w:t xml:space="preserve"> or respiratory sensitiser according to the GHS. </w:t>
      </w:r>
    </w:p>
    <w:p w14:paraId="19CAA95C" w14:textId="77777777" w:rsidR="00F662FA" w:rsidRPr="004C23F4" w:rsidRDefault="00320C5F" w:rsidP="00F662FA">
      <w:pPr>
        <w:rPr>
          <w:rFonts w:cs="Arial"/>
        </w:rPr>
      </w:pPr>
      <w:r>
        <w:rPr>
          <w:rFonts w:cs="Arial"/>
        </w:rPr>
        <w:t>Ins</w:t>
      </w:r>
      <w:r w:rsidR="00F662FA">
        <w:rPr>
          <w:rFonts w:cs="Arial"/>
        </w:rPr>
        <w:t xml:space="preserve">ufficient data available to recommend a </w:t>
      </w:r>
      <w:r w:rsidR="00F662FA" w:rsidRPr="002B06BC">
        <w:rPr>
          <w:rFonts w:cs="Arial"/>
        </w:rPr>
        <w:t>skin notation</w:t>
      </w:r>
      <w:r w:rsidR="00F662FA">
        <w:rPr>
          <w:rFonts w:cs="Arial"/>
        </w:rPr>
        <w:t>.</w:t>
      </w:r>
    </w:p>
    <w:p w14:paraId="0ECFF4DC" w14:textId="77777777" w:rsidR="0025734A" w:rsidRPr="004C23F4" w:rsidRDefault="0025734A">
      <w:pPr>
        <w:rPr>
          <w:rFonts w:cs="Arial"/>
        </w:rPr>
      </w:pPr>
    </w:p>
    <w:p w14:paraId="5AF1458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5045EC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3B5986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B1BFE2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8A41DE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27DE50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BF148AD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95C6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D635D" w:rsidRPr="009D635D">
                  <w:t xml:space="preserve">TWA: 25 ppm </w:t>
                </w:r>
                <w:r w:rsidR="009D635D">
                  <w:t>(17 mg/m</w:t>
                </w:r>
                <w:r w:rsidR="009D635D">
                  <w:rPr>
                    <w:vertAlign w:val="superscript"/>
                  </w:rPr>
                  <w:t>3</w:t>
                </w:r>
                <w:r w:rsidR="009D635D">
                  <w:t>); STEL: 35 ppm (24 mg/m</w:t>
                </w:r>
                <w:r w:rsidR="009D635D">
                  <w:rPr>
                    <w:vertAlign w:val="superscript"/>
                  </w:rPr>
                  <w:t>3</w:t>
                </w:r>
                <w:r w:rsidR="009D635D">
                  <w:t>)</w:t>
                </w:r>
              </w:sdtContent>
            </w:sdt>
          </w:p>
        </w:tc>
      </w:tr>
      <w:tr w:rsidR="00C978F0" w:rsidRPr="00DA352E" w14:paraId="67C1892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2C7D84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B2075C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6B7FAE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95C6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81020152"/>
                    <w:placeholder>
                      <w:docPart w:val="28A8EAEF2AF24769A32787815EA0EC57"/>
                    </w:placeholder>
                  </w:sdtPr>
                  <w:sdtEndPr/>
                  <w:sdtContent>
                    <w:r w:rsidR="00C95C68">
                      <w:t>TLV-</w:t>
                    </w:r>
                    <w:r w:rsidR="00C95C68" w:rsidRPr="009D635D">
                      <w:t xml:space="preserve">TWA: 25 ppm </w:t>
                    </w:r>
                    <w:r w:rsidR="00C95C68">
                      <w:t>(17 mg/m</w:t>
                    </w:r>
                    <w:r w:rsidR="00C95C68">
                      <w:rPr>
                        <w:vertAlign w:val="superscript"/>
                      </w:rPr>
                      <w:t>3</w:t>
                    </w:r>
                    <w:r w:rsidR="00C95C68">
                      <w:t>); TLV-STEL: 35 ppm (24 mg/m</w:t>
                    </w:r>
                    <w:r w:rsidR="00C95C68">
                      <w:rPr>
                        <w:vertAlign w:val="superscript"/>
                      </w:rPr>
                      <w:t>3</w:t>
                    </w:r>
                    <w:r w:rsidR="00C95C68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7134DF9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E8D5D55" w14:textId="77777777" w:rsidR="00593F20" w:rsidRDefault="006A5D25" w:rsidP="003365A5">
            <w:pPr>
              <w:pStyle w:val="Tabletextprimarysource"/>
            </w:pPr>
            <w:r>
              <w:t xml:space="preserve">TLV-TWA </w:t>
            </w:r>
            <w:r w:rsidR="00B835D8">
              <w:t xml:space="preserve">recommended </w:t>
            </w:r>
            <w:proofErr w:type="gramStart"/>
            <w:r w:rsidR="00B835D8">
              <w:t>to minimise</w:t>
            </w:r>
            <w:proofErr w:type="gramEnd"/>
            <w:r w:rsidR="00B835D8">
              <w:t xml:space="preserve"> the potential </w:t>
            </w:r>
            <w:r w:rsidR="002A4C33">
              <w:t>for</w:t>
            </w:r>
            <w:r w:rsidR="00965111">
              <w:t xml:space="preserve"> </w:t>
            </w:r>
            <w:r w:rsidR="00B835D8">
              <w:t xml:space="preserve">eye and respiratory tract irritation. </w:t>
            </w:r>
          </w:p>
          <w:p w14:paraId="07537704" w14:textId="581090BC" w:rsidR="00C978F0" w:rsidRDefault="006A5D25" w:rsidP="003365A5">
            <w:pPr>
              <w:pStyle w:val="Tabletextprimarysource"/>
            </w:pPr>
            <w:r>
              <w:t xml:space="preserve">TLV-STEL recommended </w:t>
            </w:r>
            <w:proofErr w:type="gramStart"/>
            <w:r w:rsidR="00B835D8">
              <w:t>to provide</w:t>
            </w:r>
            <w:proofErr w:type="gramEnd"/>
            <w:r w:rsidR="00B835D8">
              <w:t xml:space="preserve"> a greater margin of safety against the acute sensory effects.</w:t>
            </w:r>
          </w:p>
          <w:p w14:paraId="28098383" w14:textId="77777777" w:rsidR="006A5D25" w:rsidRDefault="006A5D25" w:rsidP="003365A5">
            <w:pPr>
              <w:pStyle w:val="Tabletextprimarysource"/>
            </w:pPr>
            <w:r>
              <w:t>Summary of data:</w:t>
            </w:r>
          </w:p>
          <w:p w14:paraId="1006EEC4" w14:textId="312A3960" w:rsidR="007238C4" w:rsidRDefault="005B4EA5">
            <w:pPr>
              <w:pStyle w:val="ListBullet"/>
              <w:numPr>
                <w:ilvl w:val="0"/>
                <w:numId w:val="0"/>
              </w:numPr>
            </w:pPr>
            <w:r w:rsidRPr="005B4EA5">
              <w:t xml:space="preserve">Ammonia </w:t>
            </w:r>
            <w:proofErr w:type="gramStart"/>
            <w:r w:rsidRPr="005B4EA5">
              <w:t>is used</w:t>
            </w:r>
            <w:proofErr w:type="gramEnd"/>
            <w:r w:rsidRPr="005B4EA5">
              <w:t xml:space="preserve"> as a fertiliser in ammoniated fertilisers. It </w:t>
            </w:r>
            <w:proofErr w:type="gramStart"/>
            <w:r w:rsidRPr="005B4EA5">
              <w:t>is also used</w:t>
            </w:r>
            <w:proofErr w:type="gramEnd"/>
            <w:r w:rsidRPr="005B4EA5">
              <w:t xml:space="preserve"> in the manufacture of nitric acid, hydrazine hydrate, hydrogen cyanide and acrylonitrile. Other applications of ammonia include its use as a refrigerant, as a condensation catalyst for polymers and it </w:t>
            </w:r>
            <w:proofErr w:type="gramStart"/>
            <w:r w:rsidRPr="005B4EA5">
              <w:t xml:space="preserve">is </w:t>
            </w:r>
            <w:r>
              <w:t>also used</w:t>
            </w:r>
            <w:proofErr w:type="gramEnd"/>
            <w:r>
              <w:t xml:space="preserve"> in nitriding of steel</w:t>
            </w:r>
            <w:r w:rsidR="000358A2">
              <w:t>.</w:t>
            </w:r>
          </w:p>
          <w:p w14:paraId="75029530" w14:textId="77777777" w:rsidR="00965111" w:rsidRDefault="00965111" w:rsidP="00320C5F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7F225748" w14:textId="77777777" w:rsidR="006A5D25" w:rsidRDefault="006A5D25" w:rsidP="00320C5F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637B674E" w14:textId="77777777" w:rsidR="004144C0" w:rsidRDefault="0023153B" w:rsidP="00D63F79">
            <w:pPr>
              <w:pStyle w:val="ListBullet"/>
              <w:ind w:left="720"/>
            </w:pPr>
            <w:r>
              <w:t>T</w:t>
            </w:r>
            <w:r w:rsidR="000E36A7">
              <w:t>emporary blindness and intolerable irritation</w:t>
            </w:r>
            <w:r>
              <w:t xml:space="preserve"> reported</w:t>
            </w:r>
            <w:r w:rsidR="00D44E27">
              <w:t xml:space="preserve"> following exposure to high concentrations</w:t>
            </w:r>
            <w:r w:rsidR="004144C0">
              <w:t xml:space="preserve"> (no further information)</w:t>
            </w:r>
          </w:p>
          <w:p w14:paraId="103708CF" w14:textId="77777777" w:rsidR="004144C0" w:rsidRDefault="0023153B" w:rsidP="004144C0">
            <w:pPr>
              <w:pStyle w:val="ListBullet"/>
              <w:ind w:left="720"/>
            </w:pPr>
            <w:r>
              <w:t>S</w:t>
            </w:r>
            <w:r w:rsidR="004144C0">
              <w:t xml:space="preserve">evere damage and irritation of the glottis </w:t>
            </w:r>
            <w:r>
              <w:t xml:space="preserve">reported </w:t>
            </w:r>
            <w:r w:rsidR="004144C0">
              <w:t>following exposure to high concentrations (no further information)</w:t>
            </w:r>
          </w:p>
          <w:p w14:paraId="2A59AF23" w14:textId="77777777" w:rsidR="000E36A7" w:rsidRDefault="0023153B" w:rsidP="00D63F79">
            <w:pPr>
              <w:pStyle w:val="ListBullet"/>
              <w:ind w:left="720"/>
            </w:pPr>
            <w:r>
              <w:t>C</w:t>
            </w:r>
            <w:r w:rsidR="005B0019">
              <w:t>hronic a</w:t>
            </w:r>
            <w:r w:rsidR="00F5446F">
              <w:t>irway hyperactivity and asthma and</w:t>
            </w:r>
            <w:r w:rsidR="00320C5F">
              <w:t xml:space="preserve"> </w:t>
            </w:r>
            <w:r w:rsidR="005B0019">
              <w:t xml:space="preserve">associated obstructive pulmonary </w:t>
            </w:r>
            <w:r w:rsidR="00D44E27">
              <w:t xml:space="preserve">function </w:t>
            </w:r>
            <w:r>
              <w:t xml:space="preserve">reported following </w:t>
            </w:r>
            <w:r w:rsidR="00D44E27">
              <w:t>massive exposures</w:t>
            </w:r>
          </w:p>
          <w:p w14:paraId="4DA0A58F" w14:textId="77777777" w:rsidR="005B0019" w:rsidRDefault="005B0019" w:rsidP="005B0019">
            <w:pPr>
              <w:pStyle w:val="ListBullet"/>
              <w:ind w:left="720"/>
            </w:pPr>
            <w:r>
              <w:t xml:space="preserve">Limit of detection reported </w:t>
            </w:r>
            <w:r w:rsidR="00320C5F" w:rsidRPr="00793B4D">
              <w:t>&lt;</w:t>
            </w:r>
            <w:r w:rsidRPr="00793B4D">
              <w:t>5</w:t>
            </w:r>
            <w:r>
              <w:t xml:space="preserve"> ppm, and complaint level </w:t>
            </w:r>
            <w:r w:rsidR="00320C5F">
              <w:t>of</w:t>
            </w:r>
            <w:r w:rsidR="006F4B64">
              <w:t xml:space="preserve"> 20</w:t>
            </w:r>
            <w:r w:rsidR="00FD5EEE">
              <w:t>–</w:t>
            </w:r>
            <w:r>
              <w:t>25 ppm</w:t>
            </w:r>
          </w:p>
          <w:p w14:paraId="2D5B1C3B" w14:textId="77777777" w:rsidR="00593F20" w:rsidRDefault="008F5934" w:rsidP="008F5934">
            <w:pPr>
              <w:pStyle w:val="ListBullet"/>
              <w:ind w:left="720"/>
            </w:pPr>
            <w:r>
              <w:t>20 ppm caused complaints and discomfort in uninured</w:t>
            </w:r>
            <w:r w:rsidR="00541DDB">
              <w:t xml:space="preserve"> (unaccustomed)</w:t>
            </w:r>
            <w:r>
              <w:t xml:space="preserve"> workers</w:t>
            </w:r>
          </w:p>
          <w:p w14:paraId="26FC429B" w14:textId="003CD2A7" w:rsidR="008F5934" w:rsidRDefault="00F5446F" w:rsidP="00593F20">
            <w:pPr>
              <w:pStyle w:val="ListBullet"/>
              <w:numPr>
                <w:ilvl w:val="0"/>
                <w:numId w:val="6"/>
              </w:numPr>
              <w:ind w:left="1156"/>
            </w:pPr>
            <w:r>
              <w:t>irritation of respiratory tract and mucous membranes of the eye in workers breathing 100 ppm</w:t>
            </w:r>
          </w:p>
          <w:p w14:paraId="3693FE1D" w14:textId="77777777" w:rsidR="00F5446F" w:rsidRDefault="00F5446F" w:rsidP="008F5934">
            <w:pPr>
              <w:pStyle w:val="ListBullet"/>
              <w:ind w:left="720"/>
            </w:pPr>
            <w:r>
              <w:t>20</w:t>
            </w:r>
            <w:r w:rsidR="00FD5EEE">
              <w:softHyphen/>
              <w:t>–</w:t>
            </w:r>
            <w:r>
              <w:t xml:space="preserve">25 ppm </w:t>
            </w:r>
            <w:r w:rsidR="0023153B">
              <w:t xml:space="preserve">reported </w:t>
            </w:r>
            <w:r>
              <w:t>as the maximum acceptable concentration without serious complaints in workers exposed to blueprinting and copying machines</w:t>
            </w:r>
          </w:p>
          <w:p w14:paraId="66887526" w14:textId="77777777" w:rsidR="00541DDB" w:rsidRDefault="00320C5F" w:rsidP="00541DDB">
            <w:pPr>
              <w:pStyle w:val="ListBullet"/>
              <w:ind w:left="720"/>
            </w:pPr>
            <w:r>
              <w:t>US</w:t>
            </w:r>
            <w:r w:rsidR="00541DDB">
              <w:t xml:space="preserve"> Navy </w:t>
            </w:r>
            <w:r>
              <w:t xml:space="preserve">maximum limit </w:t>
            </w:r>
            <w:r w:rsidR="00541DDB">
              <w:t xml:space="preserve">for continuous exposure in submarines </w:t>
            </w:r>
            <w:r>
              <w:t>of</w:t>
            </w:r>
            <w:r w:rsidR="00541DDB">
              <w:t xml:space="preserve"> 25 ppm</w:t>
            </w:r>
            <w:r w:rsidR="00A75C49">
              <w:t>.</w:t>
            </w:r>
          </w:p>
          <w:p w14:paraId="1C03321C" w14:textId="77777777" w:rsidR="00965111" w:rsidRDefault="00965111" w:rsidP="00A75C49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41A626F3" w14:textId="77777777" w:rsidR="00A75C49" w:rsidRDefault="00A75C49" w:rsidP="00320C5F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1E311CC2" w14:textId="77777777" w:rsidR="005B0019" w:rsidRDefault="00541DDB" w:rsidP="00320C5F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5D290834" w14:textId="77777777" w:rsidR="00541DDB" w:rsidRDefault="00FD5EEE" w:rsidP="00B55884">
            <w:pPr>
              <w:pStyle w:val="ListBullet"/>
              <w:ind w:left="720"/>
            </w:pPr>
            <w:r>
              <w:t>3 ppm for 7–</w:t>
            </w:r>
            <w:r w:rsidR="0023153B">
              <w:t>8 min stopped r</w:t>
            </w:r>
            <w:r w:rsidR="00B55884">
              <w:t xml:space="preserve">at respiratory tract cilia </w:t>
            </w:r>
            <w:r w:rsidR="0023153B">
              <w:t xml:space="preserve">from </w:t>
            </w:r>
            <w:r w:rsidR="00B55884">
              <w:t>beating</w:t>
            </w:r>
            <w:r w:rsidR="006F4B64">
              <w:t xml:space="preserve"> </w:t>
            </w:r>
          </w:p>
          <w:p w14:paraId="722B7C93" w14:textId="77777777" w:rsidR="00593F20" w:rsidRDefault="00320C5F" w:rsidP="00B55884">
            <w:pPr>
              <w:pStyle w:val="ListBullet"/>
              <w:ind w:left="720"/>
            </w:pPr>
            <w:r>
              <w:t>S</w:t>
            </w:r>
            <w:r w:rsidR="00B55884">
              <w:t>ignificant response in ciliary activity in rabbits</w:t>
            </w:r>
            <w:r w:rsidR="00593F20">
              <w:t xml:space="preserve"> at 100 ppm</w:t>
            </w:r>
          </w:p>
          <w:p w14:paraId="0A2CA8E8" w14:textId="58F961D8" w:rsidR="00B55884" w:rsidRDefault="00E561C1" w:rsidP="00593F20">
            <w:pPr>
              <w:pStyle w:val="ListBullet"/>
              <w:numPr>
                <w:ilvl w:val="0"/>
                <w:numId w:val="6"/>
              </w:numPr>
              <w:ind w:left="1156"/>
            </w:pPr>
            <w:r>
              <w:t>combined effect of co-exposure with carbon particles greater than ammonia alone</w:t>
            </w:r>
          </w:p>
          <w:p w14:paraId="6E5882FA" w14:textId="77777777" w:rsidR="00E561C1" w:rsidRDefault="00E561C1" w:rsidP="00B55884">
            <w:pPr>
              <w:pStyle w:val="ListBullet"/>
              <w:ind w:left="720"/>
            </w:pPr>
            <w:r>
              <w:t xml:space="preserve">Reduced feed consumption (but no reduction in the efficiency of feed conversion) in pigs exposed to 103 and 145 ppm continuously for 5 </w:t>
            </w:r>
            <w:r w:rsidR="00654588">
              <w:t>wk.</w:t>
            </w:r>
          </w:p>
          <w:p w14:paraId="54A5A196" w14:textId="77777777" w:rsidR="0023153B" w:rsidRPr="00DA352E" w:rsidRDefault="0023153B" w:rsidP="0023153B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668640D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471A2F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C25D7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C25D7">
                  <w:t>MAK: 20 ppm (14 mg/m</w:t>
                </w:r>
                <w:r w:rsidR="002C25D7">
                  <w:rPr>
                    <w:vertAlign w:val="superscript"/>
                  </w:rPr>
                  <w:t>3</w:t>
                </w:r>
                <w:r w:rsidR="002C25D7">
                  <w:t>)</w:t>
                </w:r>
              </w:sdtContent>
            </w:sdt>
          </w:p>
        </w:tc>
      </w:tr>
      <w:tr w:rsidR="00C978F0" w:rsidRPr="00DA352E" w14:paraId="46FBF83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7240C9" w14:textId="77777777" w:rsidR="00C978F0" w:rsidRDefault="00B55884" w:rsidP="003365A5">
            <w:pPr>
              <w:pStyle w:val="Tabletextprimarysource"/>
            </w:pPr>
            <w:r>
              <w:t xml:space="preserve">MAK recommended </w:t>
            </w:r>
            <w:proofErr w:type="gramStart"/>
            <w:r>
              <w:t>to reduce</w:t>
            </w:r>
            <w:proofErr w:type="gramEnd"/>
            <w:r>
              <w:t xml:space="preserve"> irritation in the mucous membranes</w:t>
            </w:r>
            <w:r w:rsidR="00320C5F">
              <w:t xml:space="preserve">. </w:t>
            </w:r>
          </w:p>
          <w:p w14:paraId="052C4035" w14:textId="77777777" w:rsidR="00A75C49" w:rsidRDefault="00A75C49" w:rsidP="003365A5">
            <w:pPr>
              <w:pStyle w:val="Tabletextprimarysource"/>
            </w:pPr>
          </w:p>
          <w:p w14:paraId="0DA7D4EC" w14:textId="77777777" w:rsidR="00B55884" w:rsidRDefault="00B55884" w:rsidP="003365A5">
            <w:pPr>
              <w:pStyle w:val="Tabletextprimarysource"/>
            </w:pPr>
            <w:r>
              <w:t>Summary of additional data:</w:t>
            </w:r>
          </w:p>
          <w:p w14:paraId="7AA026E4" w14:textId="385F70FB" w:rsidR="00B55884" w:rsidRDefault="009B08EC" w:rsidP="00320C5F">
            <w:pPr>
              <w:pStyle w:val="ListBullet"/>
              <w:tabs>
                <w:tab w:val="clear" w:pos="360"/>
              </w:tabs>
              <w:ind w:left="731"/>
            </w:pPr>
            <w:r>
              <w:t>Previous MAK based on e</w:t>
            </w:r>
            <w:r w:rsidR="00B55884">
              <w:t>vidence from animal experiments and human experience indicate irritation of the mucous membranes occur at</w:t>
            </w:r>
            <w:r>
              <w:t xml:space="preserve"> </w:t>
            </w:r>
            <w:r w:rsidR="00C75FFA">
              <w:rPr>
                <w:rFonts w:cs="Arial"/>
              </w:rPr>
              <w:t>≈</w:t>
            </w:r>
            <w:r w:rsidR="00B55884">
              <w:t>50 ppm</w:t>
            </w:r>
          </w:p>
          <w:p w14:paraId="6D00EBC4" w14:textId="77777777" w:rsidR="00B55884" w:rsidRDefault="00B55884" w:rsidP="00320C5F">
            <w:pPr>
              <w:pStyle w:val="ListBullet"/>
              <w:tabs>
                <w:tab w:val="clear" w:pos="360"/>
              </w:tabs>
              <w:ind w:left="731"/>
            </w:pPr>
            <w:r>
              <w:t>Long-term exposure to 10 ppm produced no effects in workers</w:t>
            </w:r>
          </w:p>
          <w:p w14:paraId="5761B09E" w14:textId="77777777" w:rsidR="00B55884" w:rsidRDefault="00320C5F" w:rsidP="00320C5F">
            <w:pPr>
              <w:pStyle w:val="ListBullet"/>
              <w:tabs>
                <w:tab w:val="clear" w:pos="360"/>
              </w:tabs>
              <w:ind w:left="731"/>
            </w:pPr>
            <w:r>
              <w:t>Sensitivity in humans to first-</w:t>
            </w:r>
            <w:r w:rsidR="00B55884">
              <w:t>time exposure</w:t>
            </w:r>
          </w:p>
          <w:p w14:paraId="59C18553" w14:textId="77777777" w:rsidR="00B55884" w:rsidRDefault="00B55884" w:rsidP="00320C5F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MAK </w:t>
            </w:r>
            <w:proofErr w:type="gramStart"/>
            <w:r w:rsidR="00DC7D0A">
              <w:t>was derived</w:t>
            </w:r>
            <w:proofErr w:type="gramEnd"/>
            <w:r w:rsidR="00DC7D0A">
              <w:t xml:space="preserve"> </w:t>
            </w:r>
            <w:r w:rsidR="00D44E27">
              <w:t xml:space="preserve">with consideration of </w:t>
            </w:r>
            <w:r w:rsidR="00DC7D0A">
              <w:t>the</w:t>
            </w:r>
            <w:r>
              <w:t xml:space="preserve"> </w:t>
            </w:r>
            <w:r w:rsidR="00DC7D0A">
              <w:t>limited</w:t>
            </w:r>
            <w:r w:rsidRPr="00B55884">
              <w:t xml:space="preserve"> knowledge about habituation and its mechanisms.</w:t>
            </w:r>
          </w:p>
          <w:p w14:paraId="70249884" w14:textId="77777777" w:rsidR="0023153B" w:rsidRPr="00DA352E" w:rsidRDefault="0023153B" w:rsidP="0023153B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14:paraId="5A813BB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B6E1DF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C25D7">
                  <w:t>1992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7214F5">
                  <w:t>TWA: 20 ppm (14 mg/m</w:t>
                </w:r>
                <w:r w:rsidR="007214F5" w:rsidRPr="006A5D25">
                  <w:rPr>
                    <w:vertAlign w:val="superscript"/>
                  </w:rPr>
                  <w:t>3</w:t>
                </w:r>
                <w:r w:rsidR="007214F5">
                  <w:t>); STEL: 50 ppm (36</w:t>
                </w:r>
                <w:r w:rsidR="007214F5" w:rsidRPr="007214F5">
                  <w:t xml:space="preserve"> mg/m</w:t>
                </w:r>
                <w:r w:rsidR="007214F5" w:rsidRPr="006A5D25">
                  <w:rPr>
                    <w:vertAlign w:val="superscript"/>
                  </w:rPr>
                  <w:t>3</w:t>
                </w:r>
                <w:r w:rsidR="007214F5" w:rsidRPr="007214F5">
                  <w:t>)</w:t>
                </w:r>
              </w:sdtContent>
            </w:sdt>
          </w:p>
        </w:tc>
      </w:tr>
      <w:tr w:rsidR="00C978F0" w:rsidRPr="00DA352E" w14:paraId="4D2923E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ADDB0C8" w14:textId="77777777" w:rsidR="00C978F0" w:rsidRDefault="00EA03E1" w:rsidP="003365A5">
            <w:pPr>
              <w:pStyle w:val="Tabletextprimarysource"/>
            </w:pPr>
            <w:r>
              <w:t xml:space="preserve">TWA and STEL recommended </w:t>
            </w:r>
            <w:proofErr w:type="gramStart"/>
            <w:r>
              <w:t>to prevent</w:t>
            </w:r>
            <w:proofErr w:type="gramEnd"/>
            <w:r>
              <w:t xml:space="preserve"> irritation in exposed workers</w:t>
            </w:r>
            <w:r w:rsidR="00CD5868">
              <w:t>.</w:t>
            </w:r>
          </w:p>
          <w:p w14:paraId="15D3AA72" w14:textId="77777777" w:rsidR="00A75C49" w:rsidRDefault="00A75C49" w:rsidP="003365A5">
            <w:pPr>
              <w:pStyle w:val="Tabletextprimarysource"/>
            </w:pPr>
          </w:p>
          <w:p w14:paraId="743E9D52" w14:textId="77777777" w:rsidR="00EA03E1" w:rsidRDefault="00EA03E1" w:rsidP="003365A5">
            <w:pPr>
              <w:pStyle w:val="Tabletextprimarysource"/>
            </w:pPr>
            <w:r>
              <w:t>Summary of additional data:</w:t>
            </w:r>
          </w:p>
          <w:p w14:paraId="21263EB0" w14:textId="334D668A" w:rsidR="00EA03E1" w:rsidRDefault="00EA03E1" w:rsidP="00414BFD">
            <w:pPr>
              <w:pStyle w:val="ListBullet"/>
              <w:tabs>
                <w:tab w:val="clear" w:pos="360"/>
              </w:tabs>
              <w:ind w:left="731"/>
            </w:pPr>
            <w:r>
              <w:t>TWA derived</w:t>
            </w:r>
            <w:r w:rsidR="00425D43">
              <w:t xml:space="preserve"> by</w:t>
            </w:r>
            <w:r>
              <w:t xml:space="preserve"> applying uncertainty factor of </w:t>
            </w:r>
            <w:proofErr w:type="gramStart"/>
            <w:r>
              <w:t>2</w:t>
            </w:r>
            <w:proofErr w:type="gramEnd"/>
            <w:r>
              <w:t xml:space="preserve"> to LOAEL (</w:t>
            </w:r>
            <w:r w:rsidR="009B08EC">
              <w:t>36 mg/m</w:t>
            </w:r>
            <w:r w:rsidR="009B08EC">
              <w:rPr>
                <w:vertAlign w:val="superscript"/>
              </w:rPr>
              <w:t>3</w:t>
            </w:r>
            <w:r w:rsidR="00593F20">
              <w:t xml:space="preserve"> [</w:t>
            </w:r>
            <w:r>
              <w:t>50 ppm</w:t>
            </w:r>
            <w:r w:rsidR="00593F20">
              <w:t>]</w:t>
            </w:r>
            <w:r>
              <w:t xml:space="preserve"> for mild irritation in humans) and adjust</w:t>
            </w:r>
            <w:r w:rsidR="005475BD">
              <w:t>ed</w:t>
            </w:r>
            <w:r>
              <w:t xml:space="preserve"> to preferred integer of 2. </w:t>
            </w:r>
          </w:p>
          <w:p w14:paraId="533FAEFE" w14:textId="77777777" w:rsidR="00A75C49" w:rsidRPr="00DA352E" w:rsidRDefault="00A75C49" w:rsidP="00A75C49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467E451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E54639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A03E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A03E1">
                  <w:t>NA</w:t>
                </w:r>
                <w:proofErr w:type="spellEnd"/>
              </w:sdtContent>
            </w:sdt>
          </w:p>
        </w:tc>
      </w:tr>
      <w:tr w:rsidR="00DA352E" w:rsidRPr="00DA352E" w14:paraId="46FE193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52C7E81" w14:textId="5DBCDDA7" w:rsidR="00DA352E" w:rsidRPr="00DA352E" w:rsidRDefault="002B289B" w:rsidP="003365A5">
            <w:pPr>
              <w:pStyle w:val="Tabletextprimarysource"/>
            </w:pPr>
            <w:r>
              <w:t>No report</w:t>
            </w:r>
            <w:r w:rsidR="00593F20">
              <w:t>.</w:t>
            </w:r>
          </w:p>
        </w:tc>
      </w:tr>
      <w:tr w:rsidR="00DA352E" w:rsidRPr="00DA352E" w14:paraId="6F27C2B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D19503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B08E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9B08EC">
                  <w:t>NA</w:t>
                </w:r>
                <w:proofErr w:type="spellEnd"/>
              </w:sdtContent>
            </w:sdt>
          </w:p>
        </w:tc>
      </w:tr>
      <w:tr w:rsidR="00DA352E" w:rsidRPr="00DA352E" w14:paraId="362FD6D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36509A4" w14:textId="149BF48C" w:rsidR="00181962" w:rsidRPr="00DA352E" w:rsidRDefault="00EA03E1" w:rsidP="003365A5">
            <w:pPr>
              <w:pStyle w:val="Tabletextprimarysource"/>
            </w:pPr>
            <w:r>
              <w:t>No report</w:t>
            </w:r>
            <w:r w:rsidR="00593F20">
              <w:t>.</w:t>
            </w:r>
          </w:p>
        </w:tc>
      </w:tr>
    </w:tbl>
    <w:p w14:paraId="645185B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2"/>
        <w:gridCol w:w="661"/>
        <w:gridCol w:w="6448"/>
      </w:tblGrid>
      <w:tr w:rsidR="004966BF" w:rsidRPr="00263255" w14:paraId="56710FA1" w14:textId="77777777" w:rsidTr="00CD5868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2682A8C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7D90923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E46E26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7067BAA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613A70D" w14:textId="77777777" w:rsidTr="00CD5868">
        <w:trPr>
          <w:cantSplit/>
        </w:trPr>
        <w:tc>
          <w:tcPr>
            <w:tcW w:w="1495" w:type="dxa"/>
          </w:tcPr>
          <w:p w14:paraId="4A7187B4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006FD3AB" w14:textId="77777777" w:rsidR="004966BF" w:rsidRPr="00CE617F" w:rsidRDefault="008D3BD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B289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D180157" w14:textId="77777777" w:rsidR="004966BF" w:rsidRPr="004C23F4" w:rsidRDefault="002B289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8" w:type="dxa"/>
          </w:tcPr>
          <w:p w14:paraId="7CF8459D" w14:textId="77777777" w:rsidR="004966BF" w:rsidRDefault="002B289B" w:rsidP="002B289B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Pr="002B289B">
              <w:rPr>
                <w:rStyle w:val="checkbox"/>
                <w:rFonts w:ascii="Arial" w:hAnsi="Arial" w:cs="Arial"/>
              </w:rPr>
              <w:t>ot expected to cause specific reprodu</w:t>
            </w:r>
            <w:r>
              <w:rPr>
                <w:rStyle w:val="checkbox"/>
                <w:rFonts w:ascii="Arial" w:hAnsi="Arial" w:cs="Arial"/>
              </w:rPr>
              <w:t>ctive or developmental toxicity</w:t>
            </w:r>
          </w:p>
          <w:p w14:paraId="5B9389A0" w14:textId="77777777" w:rsidR="002B289B" w:rsidRPr="004C23F4" w:rsidRDefault="002B289B" w:rsidP="002B289B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Corrosive to the respiratory tract</w:t>
            </w:r>
            <w:r w:rsidR="00A75C49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A1781F9" w14:textId="77777777" w:rsidTr="00CD5868">
        <w:trPr>
          <w:cantSplit/>
        </w:trPr>
        <w:tc>
          <w:tcPr>
            <w:tcW w:w="1495" w:type="dxa"/>
          </w:tcPr>
          <w:p w14:paraId="7AFC7516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4224C541" w14:textId="77777777" w:rsidR="004966BF" w:rsidRPr="00CE617F" w:rsidRDefault="008D3BD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B289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7B0169F" w14:textId="77777777" w:rsidR="004966BF" w:rsidRPr="004C23F4" w:rsidRDefault="00F662F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8" w:type="dxa"/>
          </w:tcPr>
          <w:p w14:paraId="59609A97" w14:textId="77777777" w:rsidR="004966BF" w:rsidRPr="004C23F4" w:rsidRDefault="002B289B" w:rsidP="002B289B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NOAEL 13.6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for decreased lung function and respiratory effects in workers (adjusted to continuous exposure: 4.9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</w:t>
            </w:r>
            <w:r w:rsidR="00CD5868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2E2159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arcinogenicity – non-threshold based genotoxic carcinogens"/>
        <w:tblDescription w:val="Is the chemical mutagenic? No, therefore the chemical is not a non-threshold based genotoxic carcinogen."/>
      </w:tblPr>
      <w:tblGrid>
        <w:gridCol w:w="6603"/>
        <w:gridCol w:w="2423"/>
      </w:tblGrid>
      <w:tr w:rsidR="00341D14" w14:paraId="23DE96D1" w14:textId="77777777" w:rsidTr="00341D14">
        <w:trPr>
          <w:trHeight w:val="454"/>
          <w:tblHeader/>
        </w:trPr>
        <w:tc>
          <w:tcPr>
            <w:tcW w:w="6603" w:type="dxa"/>
            <w:vAlign w:val="center"/>
          </w:tcPr>
          <w:p w14:paraId="5663C794" w14:textId="77777777" w:rsidR="00341D14" w:rsidRDefault="00341D14" w:rsidP="00C33562">
            <w:pPr>
              <w:pStyle w:val="Tablefont"/>
              <w:keepNext/>
              <w:keepLines/>
              <w:spacing w:before="40" w:after="40"/>
            </w:pPr>
            <w:bookmarkStart w:id="1" w:name="_GoBack" w:colFirst="0" w:colLast="2"/>
            <w:r>
              <w:t>Is the chemical mutagenic?</w:t>
            </w:r>
          </w:p>
        </w:tc>
        <w:sdt>
          <w:sdtPr>
            <w:id w:val="319705052"/>
            <w:placeholder>
              <w:docPart w:val="A471A64F7513448686733099829863EB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CEC64A9" w14:textId="77777777" w:rsidR="00341D14" w:rsidRDefault="00341D14" w:rsidP="00C33562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593F20" w14:paraId="68CADC2B" w14:textId="77777777" w:rsidTr="00E80BBD">
        <w:trPr>
          <w:trHeight w:val="454"/>
        </w:trPr>
        <w:sdt>
          <w:sdtPr>
            <w:rPr>
              <w:b/>
            </w:rPr>
            <w:id w:val="1830936485"/>
            <w:placeholder>
              <w:docPart w:val="4B21B536392942F98E7FE81D40FCBCCC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BEC717E" w14:textId="6AF91177" w:rsidR="00593F20" w:rsidRDefault="00593F20" w:rsidP="00C33562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1"/>
    <w:p w14:paraId="496D3EF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0B4D54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F14EE9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112939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442B26C" w14:textId="77777777" w:rsidTr="00812887">
        <w:trPr>
          <w:cantSplit/>
        </w:trPr>
        <w:tc>
          <w:tcPr>
            <w:tcW w:w="3227" w:type="dxa"/>
          </w:tcPr>
          <w:p w14:paraId="546610C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A9F81C7" w14:textId="77777777" w:rsidR="00687890" w:rsidRPr="00DD2F9B" w:rsidRDefault="00CD5868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1EE318FE" w14:textId="77777777" w:rsidTr="00812887">
        <w:trPr>
          <w:cantSplit/>
        </w:trPr>
        <w:tc>
          <w:tcPr>
            <w:tcW w:w="3227" w:type="dxa"/>
          </w:tcPr>
          <w:p w14:paraId="0DC387C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13C3C54" w14:textId="77777777" w:rsidR="007925F0" w:rsidRPr="00DD2F9B" w:rsidRDefault="00CD5868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6611A1AB" w14:textId="77777777" w:rsidTr="00812887">
        <w:trPr>
          <w:cantSplit/>
        </w:trPr>
        <w:tc>
          <w:tcPr>
            <w:tcW w:w="3227" w:type="dxa"/>
          </w:tcPr>
          <w:p w14:paraId="09427DC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6DFE2EE" w14:textId="77777777" w:rsidR="00AF483F" w:rsidRPr="00DD2F9B" w:rsidRDefault="00F662F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212943B" w14:textId="77777777" w:rsidTr="00812887">
        <w:trPr>
          <w:cantSplit/>
        </w:trPr>
        <w:tc>
          <w:tcPr>
            <w:tcW w:w="3227" w:type="dxa"/>
          </w:tcPr>
          <w:p w14:paraId="4D741BD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A5C4D68" w14:textId="77777777" w:rsidR="00687890" w:rsidRPr="00DD2F9B" w:rsidRDefault="00F662FA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F173E9C" w14:textId="77777777" w:rsidTr="00812887">
        <w:trPr>
          <w:cantSplit/>
        </w:trPr>
        <w:tc>
          <w:tcPr>
            <w:tcW w:w="3227" w:type="dxa"/>
          </w:tcPr>
          <w:p w14:paraId="5DCD623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B3EB0F4" w14:textId="77777777" w:rsidR="00E41A26" w:rsidRPr="00DD2F9B" w:rsidRDefault="00F662F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CCE8C93" w14:textId="77777777" w:rsidTr="00812887">
        <w:trPr>
          <w:cantSplit/>
        </w:trPr>
        <w:tc>
          <w:tcPr>
            <w:tcW w:w="3227" w:type="dxa"/>
          </w:tcPr>
          <w:p w14:paraId="59C9A27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76A8720" w14:textId="77777777" w:rsidR="002E0D61" w:rsidRPr="00DD2F9B" w:rsidRDefault="00CD5868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A5E94CC" w14:textId="77777777" w:rsidTr="00812887">
        <w:trPr>
          <w:cantSplit/>
        </w:trPr>
        <w:tc>
          <w:tcPr>
            <w:tcW w:w="3227" w:type="dxa"/>
          </w:tcPr>
          <w:p w14:paraId="5AF3B4D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26DD3AE" w14:textId="77777777" w:rsidR="002E0D61" w:rsidRPr="00DD2F9B" w:rsidRDefault="00CD5868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16269F5" w14:textId="77777777" w:rsidTr="00812887">
        <w:trPr>
          <w:cantSplit/>
        </w:trPr>
        <w:tc>
          <w:tcPr>
            <w:tcW w:w="3227" w:type="dxa"/>
          </w:tcPr>
          <w:p w14:paraId="797F471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2D786FD" w14:textId="77777777" w:rsidR="002E0D61" w:rsidRPr="00DD2F9B" w:rsidRDefault="00CD5868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036DF56" w14:textId="77777777" w:rsidTr="00812887">
        <w:trPr>
          <w:cantSplit/>
        </w:trPr>
        <w:tc>
          <w:tcPr>
            <w:tcW w:w="3227" w:type="dxa"/>
          </w:tcPr>
          <w:p w14:paraId="7787B1D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BBF97FF" w14:textId="77777777" w:rsidR="002E0D61" w:rsidRPr="00DD2F9B" w:rsidRDefault="00CD586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67A6423" w14:textId="77777777" w:rsidTr="00812887">
        <w:trPr>
          <w:cantSplit/>
        </w:trPr>
        <w:tc>
          <w:tcPr>
            <w:tcW w:w="3227" w:type="dxa"/>
          </w:tcPr>
          <w:p w14:paraId="0422CDF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6437F60" w14:textId="77777777" w:rsidR="00386093" w:rsidRPr="00DD2F9B" w:rsidRDefault="00F662F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BC38E23" w14:textId="77777777" w:rsidTr="00812887">
        <w:trPr>
          <w:cantSplit/>
        </w:trPr>
        <w:tc>
          <w:tcPr>
            <w:tcW w:w="3227" w:type="dxa"/>
          </w:tcPr>
          <w:p w14:paraId="40605986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4B57361B" w14:textId="77777777" w:rsidR="00386093" w:rsidRPr="00DD2F9B" w:rsidRDefault="00F662F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830B6D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FE4610E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92D2EA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76C19F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1EAE05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17" w:type="dxa"/>
              <w:tblLook w:val="04A0" w:firstRow="1" w:lastRow="0" w:firstColumn="1" w:lastColumn="0" w:noHBand="0" w:noVBand="1"/>
            </w:tblPr>
            <w:tblGrid>
              <w:gridCol w:w="3665"/>
              <w:gridCol w:w="1080"/>
              <w:gridCol w:w="1080"/>
              <w:gridCol w:w="2985"/>
            </w:tblGrid>
            <w:tr w:rsidR="00F662FA" w:rsidRPr="00F662FA" w14:paraId="5DFBC306" w14:textId="77777777" w:rsidTr="00341D14">
              <w:trPr>
                <w:trHeight w:val="382"/>
              </w:trPr>
              <w:tc>
                <w:tcPr>
                  <w:tcW w:w="3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63F4FD" w14:textId="77777777" w:rsidR="00F662FA" w:rsidRPr="00F662FA" w:rsidRDefault="00F662FA" w:rsidP="00F662F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BA87D2" w14:textId="77777777" w:rsidR="00F662FA" w:rsidRPr="00F662FA" w:rsidRDefault="00F662FA" w:rsidP="00F662F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F94B26" w14:textId="77777777" w:rsidR="00F662FA" w:rsidRPr="00F662FA" w:rsidRDefault="00F662FA" w:rsidP="00F662F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C4ABB3" w14:textId="77777777" w:rsidR="00F662FA" w:rsidRPr="00F662FA" w:rsidRDefault="00F662FA" w:rsidP="00F662F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62FA" w:rsidRPr="00F662FA" w14:paraId="58EFE291" w14:textId="77777777" w:rsidTr="00341D14">
              <w:trPr>
                <w:trHeight w:val="382"/>
              </w:trPr>
              <w:tc>
                <w:tcPr>
                  <w:tcW w:w="3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75A495" w14:textId="77777777" w:rsidR="00F662FA" w:rsidRPr="00F662FA" w:rsidRDefault="00F662FA" w:rsidP="00F662F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37B515" w14:textId="77777777" w:rsidR="00F662FA" w:rsidRPr="00F662FA" w:rsidRDefault="00F662FA" w:rsidP="00F662F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2AAF02" w14:textId="77777777" w:rsidR="00F662FA" w:rsidRPr="00F662FA" w:rsidRDefault="00F662FA" w:rsidP="00F662F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88CB66" w14:textId="77777777" w:rsidR="00F662FA" w:rsidRPr="00F662FA" w:rsidRDefault="00F662FA" w:rsidP="00F662F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62FA" w:rsidRPr="00F662FA" w14:paraId="17929C2B" w14:textId="77777777" w:rsidTr="00341D14">
              <w:trPr>
                <w:trHeight w:val="382"/>
              </w:trPr>
              <w:tc>
                <w:tcPr>
                  <w:tcW w:w="3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D3BEB4" w14:textId="77777777" w:rsidR="00F662FA" w:rsidRPr="00F662FA" w:rsidRDefault="00F662FA" w:rsidP="00F662F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47B3B1" w14:textId="77777777" w:rsidR="00F662FA" w:rsidRPr="00F662FA" w:rsidRDefault="00F662FA" w:rsidP="00F662F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C55EE7" w14:textId="77777777" w:rsidR="00F662FA" w:rsidRPr="00F662FA" w:rsidRDefault="00F662FA" w:rsidP="00F662F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D66FFA" w14:textId="77777777" w:rsidR="00F662FA" w:rsidRPr="00F662FA" w:rsidRDefault="00F662FA" w:rsidP="00F662F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62FA" w:rsidRPr="00F662FA" w14:paraId="2C82BB95" w14:textId="77777777" w:rsidTr="00341D14">
              <w:trPr>
                <w:trHeight w:val="382"/>
              </w:trPr>
              <w:tc>
                <w:tcPr>
                  <w:tcW w:w="3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7DE8FF" w14:textId="77777777" w:rsidR="00F662FA" w:rsidRPr="00F662FA" w:rsidRDefault="00F662FA" w:rsidP="00F662F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60747F" w14:textId="77777777" w:rsidR="00F662FA" w:rsidRPr="00F662FA" w:rsidRDefault="00F662FA" w:rsidP="00F662F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6221B3" w14:textId="77777777" w:rsidR="00F662FA" w:rsidRPr="00F662FA" w:rsidRDefault="00F662FA" w:rsidP="00F662F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B3A9B7" w14:textId="77777777" w:rsidR="00F662FA" w:rsidRPr="00F662FA" w:rsidRDefault="00F662FA" w:rsidP="00F662F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62FA" w:rsidRPr="00F662FA" w14:paraId="2A8F7E9E" w14:textId="77777777" w:rsidTr="00341D14">
              <w:trPr>
                <w:trHeight w:val="382"/>
              </w:trPr>
              <w:tc>
                <w:tcPr>
                  <w:tcW w:w="3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62FE66" w14:textId="77777777" w:rsidR="00F662FA" w:rsidRPr="00F662FA" w:rsidRDefault="00F662FA" w:rsidP="00F662F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C65C88" w14:textId="77777777" w:rsidR="00F662FA" w:rsidRPr="00F662FA" w:rsidRDefault="00F662FA" w:rsidP="00F662F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D8A034" w14:textId="77777777" w:rsidR="00F662FA" w:rsidRPr="00F662FA" w:rsidRDefault="00F662FA" w:rsidP="00F662F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86B9B6" w14:textId="77777777" w:rsidR="00F662FA" w:rsidRPr="00F662FA" w:rsidRDefault="00F662FA" w:rsidP="00F662F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62FA" w:rsidRPr="00F662FA" w14:paraId="3EB1AF2C" w14:textId="77777777" w:rsidTr="00341D14">
              <w:trPr>
                <w:trHeight w:val="382"/>
              </w:trPr>
              <w:tc>
                <w:tcPr>
                  <w:tcW w:w="3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F944D8" w14:textId="77777777" w:rsidR="00F662FA" w:rsidRPr="00F662FA" w:rsidRDefault="00F662FA" w:rsidP="00F662F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D2FD51" w14:textId="77777777" w:rsidR="00F662FA" w:rsidRPr="00F662FA" w:rsidRDefault="00F662FA" w:rsidP="00F662F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4CE704" w14:textId="77777777" w:rsidR="00F662FA" w:rsidRPr="00F662FA" w:rsidRDefault="00F662FA" w:rsidP="00F662F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474F16" w14:textId="77777777" w:rsidR="00F662FA" w:rsidRPr="00F662FA" w:rsidRDefault="00F662FA" w:rsidP="00F662F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62FA" w:rsidRPr="00F662FA" w14:paraId="3AEACE37" w14:textId="77777777" w:rsidTr="00341D14">
              <w:trPr>
                <w:trHeight w:val="382"/>
              </w:trPr>
              <w:tc>
                <w:tcPr>
                  <w:tcW w:w="3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99FCF5" w14:textId="77777777" w:rsidR="00F662FA" w:rsidRPr="00F662FA" w:rsidRDefault="00F662FA" w:rsidP="00F662F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8A11E7" w14:textId="77777777" w:rsidR="00F662FA" w:rsidRPr="00F662FA" w:rsidRDefault="00F662FA" w:rsidP="00F662F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DDAF07" w14:textId="77777777" w:rsidR="00F662FA" w:rsidRPr="00F662FA" w:rsidRDefault="00F662FA" w:rsidP="00F662F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90466E" w14:textId="77777777" w:rsidR="00F662FA" w:rsidRPr="00F662FA" w:rsidRDefault="00F662FA" w:rsidP="00F662F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2F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5CF5EF51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AAE969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668928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6D334C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F9BC886" w14:textId="77777777" w:rsidR="00EB3D1B" w:rsidRDefault="00F662FA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4CAE4D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C1A1DB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6BA001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8A27973" w14:textId="77777777" w:rsidR="001B79E5" w:rsidRDefault="00CD5868" w:rsidP="001B79E5">
                <w:pPr>
                  <w:pStyle w:val="Tablefont"/>
                </w:pPr>
                <w:r>
                  <w:t>17.03</w:t>
                </w:r>
              </w:p>
            </w:tc>
          </w:sdtContent>
        </w:sdt>
      </w:tr>
      <w:tr w:rsidR="00A31D99" w:rsidRPr="004C23F4" w14:paraId="4C38C46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F3201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1A23030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8BFD91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8D312C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484766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E5E010E" w14:textId="77777777" w:rsidTr="00EA6243">
        <w:trPr>
          <w:cantSplit/>
        </w:trPr>
        <w:tc>
          <w:tcPr>
            <w:tcW w:w="4077" w:type="dxa"/>
            <w:vAlign w:val="center"/>
          </w:tcPr>
          <w:p w14:paraId="32F70DC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AD7A83D" w14:textId="77777777" w:rsidR="00687890" w:rsidRPr="004C23F4" w:rsidRDefault="004A14D3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B06AC37" w14:textId="77777777" w:rsidTr="00EA6243">
        <w:trPr>
          <w:cantSplit/>
        </w:trPr>
        <w:tc>
          <w:tcPr>
            <w:tcW w:w="4077" w:type="dxa"/>
            <w:vAlign w:val="center"/>
          </w:tcPr>
          <w:p w14:paraId="075B483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3EDF617" w14:textId="77777777" w:rsidR="00687890" w:rsidRPr="004C23F4" w:rsidRDefault="00CD5868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1A8AF400" w14:textId="77777777" w:rsidTr="00EA6243">
        <w:trPr>
          <w:cantSplit/>
        </w:trPr>
        <w:tc>
          <w:tcPr>
            <w:tcW w:w="4077" w:type="dxa"/>
            <w:vAlign w:val="center"/>
          </w:tcPr>
          <w:p w14:paraId="7A09AE5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0724341" w14:textId="77777777" w:rsidR="00E06F40" w:rsidRPr="00A006A0" w:rsidRDefault="008D3BD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BF603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4AFE8B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BDC05D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2D9B2D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773854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B7F3D7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B661D0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5CDE84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7552863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8FB3F12" w14:textId="77777777" w:rsidR="00CD5868" w:rsidRDefault="002C25D7" w:rsidP="00084859">
      <w:r w:rsidRPr="002C25D7">
        <w:t xml:space="preserve">Deutsche </w:t>
      </w:r>
      <w:proofErr w:type="spellStart"/>
      <w:r w:rsidRPr="002C25D7">
        <w:t>Fo</w:t>
      </w:r>
      <w:r>
        <w:t>rschungsgemeinschaft</w:t>
      </w:r>
      <w:proofErr w:type="spellEnd"/>
      <w:r>
        <w:t xml:space="preserve"> (DFG) (1999</w:t>
      </w:r>
      <w:r w:rsidRPr="002C25D7">
        <w:t xml:space="preserve">) </w:t>
      </w:r>
      <w:r>
        <w:t>Ammonia</w:t>
      </w:r>
      <w:r w:rsidRPr="002C25D7">
        <w:t xml:space="preserve"> – MAK value documentation.</w:t>
      </w:r>
    </w:p>
    <w:p w14:paraId="59AF7EF6" w14:textId="77777777" w:rsidR="00CD5868" w:rsidRDefault="002C25D7" w:rsidP="00084859">
      <w:r w:rsidRPr="002C25D7">
        <w:t xml:space="preserve">EU Scientific Committee </w:t>
      </w:r>
      <w:proofErr w:type="gramStart"/>
      <w:r w:rsidRPr="002C25D7">
        <w:t>on Occupation</w:t>
      </w:r>
      <w:r>
        <w:t>al Exposure Limits (SCOEL) (1992</w:t>
      </w:r>
      <w:r w:rsidRPr="002C25D7">
        <w:t>) Recommendation from the Scientific Committee on Occupational Exposure Limi</w:t>
      </w:r>
      <w:r>
        <w:t>ts for ammonia</w:t>
      </w:r>
      <w:proofErr w:type="gramEnd"/>
      <w:r>
        <w:t>. SEG/SUM/20</w:t>
      </w:r>
      <w:r w:rsidRPr="002C25D7">
        <w:t>.</w:t>
      </w:r>
    </w:p>
    <w:p w14:paraId="3CA69316" w14:textId="77777777" w:rsidR="00CD5868" w:rsidRDefault="00CD5868" w:rsidP="00CD5868">
      <w:r w:rsidRPr="00B73F57">
        <w:lastRenderedPageBreak/>
        <w:t>National Industrial Chemicals Notification and Assessment Scheme (NICNAS) (2014). Ammonia: Human health tier II assessment – IMAP report.</w:t>
      </w:r>
    </w:p>
    <w:p w14:paraId="5D658629" w14:textId="77777777" w:rsidR="00CD5868" w:rsidRDefault="00CD5868" w:rsidP="00084859">
      <w:r w:rsidRPr="00181257">
        <w:t xml:space="preserve">US </w:t>
      </w:r>
      <w:r>
        <w:t xml:space="preserve">National Institute for Occupational Safety and Health (NIOSH) (1994) </w:t>
      </w:r>
      <w:proofErr w:type="gramStart"/>
      <w:r>
        <w:t>Immediately</w:t>
      </w:r>
      <w:proofErr w:type="gramEnd"/>
      <w:r>
        <w:t xml:space="preserve"> dangerous to life and health concentrations – ammonia. </w:t>
      </w:r>
    </w:p>
    <w:p w14:paraId="1AD8C490" w14:textId="77777777" w:rsidR="00F662FA" w:rsidRPr="00351FE0" w:rsidRDefault="00F662FA" w:rsidP="00F662FA">
      <w:r w:rsidRPr="00F662FA">
        <w:t xml:space="preserve">US Environmental </w:t>
      </w:r>
      <w:r>
        <w:t>Protection Agency (US EPA) (2016</w:t>
      </w:r>
      <w:r w:rsidRPr="00F662FA">
        <w:t xml:space="preserve">) </w:t>
      </w:r>
      <w:r>
        <w:t xml:space="preserve">Toxicological Review of Ammonia </w:t>
      </w:r>
      <w:proofErr w:type="spellStart"/>
      <w:r>
        <w:t>Noncancer</w:t>
      </w:r>
      <w:proofErr w:type="spellEnd"/>
      <w:r>
        <w:t xml:space="preserve"> Inhalation</w:t>
      </w:r>
      <w:r w:rsidRPr="00F662FA">
        <w:t>.</w:t>
      </w:r>
    </w:p>
    <w:sectPr w:rsidR="00F662FA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C7265" w14:textId="77777777" w:rsidR="006927AB" w:rsidRDefault="006927AB" w:rsidP="00F43AD5">
      <w:pPr>
        <w:spacing w:after="0" w:line="240" w:lineRule="auto"/>
      </w:pPr>
      <w:r>
        <w:separator/>
      </w:r>
    </w:p>
  </w:endnote>
  <w:endnote w:type="continuationSeparator" w:id="0">
    <w:p w14:paraId="1091DC80" w14:textId="77777777" w:rsidR="006927AB" w:rsidRDefault="006927A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94584" w14:textId="77777777" w:rsidR="00E146D4" w:rsidRDefault="00E146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482928D" w14:textId="77777777" w:rsidR="008A36CF" w:rsidRDefault="009D635D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Ammonia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7664-41-7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03D0238" w14:textId="5C906D8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D3BD3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EE8BE" w14:textId="77777777" w:rsidR="00E146D4" w:rsidRDefault="00E146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2EEA1" w14:textId="77777777" w:rsidR="006927AB" w:rsidRDefault="006927AB" w:rsidP="00F43AD5">
      <w:pPr>
        <w:spacing w:after="0" w:line="240" w:lineRule="auto"/>
      </w:pPr>
      <w:r>
        <w:separator/>
      </w:r>
    </w:p>
  </w:footnote>
  <w:footnote w:type="continuationSeparator" w:id="0">
    <w:p w14:paraId="1EA9988A" w14:textId="77777777" w:rsidR="006927AB" w:rsidRDefault="006927A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72305" w14:textId="77777777" w:rsidR="00E146D4" w:rsidRDefault="00E146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94192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6443D43" wp14:editId="02EEF222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69E97" w14:textId="77777777" w:rsidR="00E146D4" w:rsidRDefault="00E146D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100F0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6A258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7A36040"/>
    <w:multiLevelType w:val="hybridMultilevel"/>
    <w:tmpl w:val="741E0F7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67423F"/>
    <w:multiLevelType w:val="hybridMultilevel"/>
    <w:tmpl w:val="6F92C3DC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0"/>
  </w:num>
  <w:num w:numId="5">
    <w:abstractNumId w:val="0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2597"/>
    <w:rsid w:val="00007B80"/>
    <w:rsid w:val="00013A22"/>
    <w:rsid w:val="00014C3F"/>
    <w:rsid w:val="00017C82"/>
    <w:rsid w:val="00032B88"/>
    <w:rsid w:val="000333FB"/>
    <w:rsid w:val="000358A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36A7"/>
    <w:rsid w:val="000E5A54"/>
    <w:rsid w:val="000E63D3"/>
    <w:rsid w:val="000E67CF"/>
    <w:rsid w:val="000F4B7B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1962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BE5"/>
    <w:rsid w:val="001E7D80"/>
    <w:rsid w:val="001F4B6C"/>
    <w:rsid w:val="001F5EF9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153B"/>
    <w:rsid w:val="00244AD1"/>
    <w:rsid w:val="002463BC"/>
    <w:rsid w:val="00246407"/>
    <w:rsid w:val="002465CE"/>
    <w:rsid w:val="0025734A"/>
    <w:rsid w:val="00263255"/>
    <w:rsid w:val="00276494"/>
    <w:rsid w:val="00277A81"/>
    <w:rsid w:val="00277B0C"/>
    <w:rsid w:val="00286AAB"/>
    <w:rsid w:val="002A4C33"/>
    <w:rsid w:val="002A7414"/>
    <w:rsid w:val="002B1A2C"/>
    <w:rsid w:val="002B289B"/>
    <w:rsid w:val="002C25D7"/>
    <w:rsid w:val="002C34F2"/>
    <w:rsid w:val="002C58FF"/>
    <w:rsid w:val="002C7AFE"/>
    <w:rsid w:val="002D05D2"/>
    <w:rsid w:val="002E0D61"/>
    <w:rsid w:val="002E42A3"/>
    <w:rsid w:val="002E4C7B"/>
    <w:rsid w:val="0030740C"/>
    <w:rsid w:val="00315833"/>
    <w:rsid w:val="00320C5F"/>
    <w:rsid w:val="003215EE"/>
    <w:rsid w:val="003224BF"/>
    <w:rsid w:val="003241A8"/>
    <w:rsid w:val="003253F0"/>
    <w:rsid w:val="003337DA"/>
    <w:rsid w:val="00334EFB"/>
    <w:rsid w:val="00335CDE"/>
    <w:rsid w:val="003365A5"/>
    <w:rsid w:val="00341D14"/>
    <w:rsid w:val="00347192"/>
    <w:rsid w:val="0034744C"/>
    <w:rsid w:val="00351FE0"/>
    <w:rsid w:val="00352615"/>
    <w:rsid w:val="0035412B"/>
    <w:rsid w:val="003567A8"/>
    <w:rsid w:val="003614F7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44C0"/>
    <w:rsid w:val="00414BFD"/>
    <w:rsid w:val="00417A56"/>
    <w:rsid w:val="00420957"/>
    <w:rsid w:val="00422A10"/>
    <w:rsid w:val="00425D43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14D3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0F94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1DDB"/>
    <w:rsid w:val="005446A2"/>
    <w:rsid w:val="00544D2F"/>
    <w:rsid w:val="005475BD"/>
    <w:rsid w:val="00551BD8"/>
    <w:rsid w:val="00581055"/>
    <w:rsid w:val="0058203B"/>
    <w:rsid w:val="00591E38"/>
    <w:rsid w:val="00593F20"/>
    <w:rsid w:val="005A19C5"/>
    <w:rsid w:val="005A3034"/>
    <w:rsid w:val="005A3132"/>
    <w:rsid w:val="005A462D"/>
    <w:rsid w:val="005B0019"/>
    <w:rsid w:val="005B253B"/>
    <w:rsid w:val="005B4EA5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588"/>
    <w:rsid w:val="006549F2"/>
    <w:rsid w:val="006567B7"/>
    <w:rsid w:val="00657BFB"/>
    <w:rsid w:val="0066333C"/>
    <w:rsid w:val="006639B4"/>
    <w:rsid w:val="006650FE"/>
    <w:rsid w:val="0067305D"/>
    <w:rsid w:val="00676A8B"/>
    <w:rsid w:val="00677D9B"/>
    <w:rsid w:val="006867F3"/>
    <w:rsid w:val="00687890"/>
    <w:rsid w:val="006901A2"/>
    <w:rsid w:val="00690368"/>
    <w:rsid w:val="0069079C"/>
    <w:rsid w:val="00690B53"/>
    <w:rsid w:val="006927AB"/>
    <w:rsid w:val="00695B72"/>
    <w:rsid w:val="006A5D25"/>
    <w:rsid w:val="006B160A"/>
    <w:rsid w:val="006B4E6C"/>
    <w:rsid w:val="006B50B6"/>
    <w:rsid w:val="006D79EA"/>
    <w:rsid w:val="006E5D05"/>
    <w:rsid w:val="006F4B64"/>
    <w:rsid w:val="00701053"/>
    <w:rsid w:val="00701507"/>
    <w:rsid w:val="00714021"/>
    <w:rsid w:val="00716A0F"/>
    <w:rsid w:val="00717D45"/>
    <w:rsid w:val="007208F7"/>
    <w:rsid w:val="007214F5"/>
    <w:rsid w:val="007218AF"/>
    <w:rsid w:val="007238C4"/>
    <w:rsid w:val="007365D1"/>
    <w:rsid w:val="00740E0E"/>
    <w:rsid w:val="00750212"/>
    <w:rsid w:val="00754779"/>
    <w:rsid w:val="0075716D"/>
    <w:rsid w:val="00765F14"/>
    <w:rsid w:val="00770E31"/>
    <w:rsid w:val="00771031"/>
    <w:rsid w:val="007770F1"/>
    <w:rsid w:val="00783FB1"/>
    <w:rsid w:val="00785CDD"/>
    <w:rsid w:val="00791847"/>
    <w:rsid w:val="007925F0"/>
    <w:rsid w:val="007939B3"/>
    <w:rsid w:val="00793B4D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376E7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3BD3"/>
    <w:rsid w:val="008D4B8B"/>
    <w:rsid w:val="008D5A78"/>
    <w:rsid w:val="008E7B64"/>
    <w:rsid w:val="008F593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5111"/>
    <w:rsid w:val="00974F2D"/>
    <w:rsid w:val="00977524"/>
    <w:rsid w:val="00977E88"/>
    <w:rsid w:val="00984920"/>
    <w:rsid w:val="00986E9B"/>
    <w:rsid w:val="0099303A"/>
    <w:rsid w:val="009971C2"/>
    <w:rsid w:val="009A1254"/>
    <w:rsid w:val="009B08EC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635D"/>
    <w:rsid w:val="009E0C05"/>
    <w:rsid w:val="009E0D1C"/>
    <w:rsid w:val="009E2214"/>
    <w:rsid w:val="009E355A"/>
    <w:rsid w:val="009E63E2"/>
    <w:rsid w:val="009F05CF"/>
    <w:rsid w:val="009F0F3A"/>
    <w:rsid w:val="009F4F4D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5C49"/>
    <w:rsid w:val="00A84504"/>
    <w:rsid w:val="00A8672F"/>
    <w:rsid w:val="00A93057"/>
    <w:rsid w:val="00A968B0"/>
    <w:rsid w:val="00AB2672"/>
    <w:rsid w:val="00AB2817"/>
    <w:rsid w:val="00AB43C4"/>
    <w:rsid w:val="00AC32E7"/>
    <w:rsid w:val="00AC3A35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314D"/>
    <w:rsid w:val="00B40C60"/>
    <w:rsid w:val="00B479A9"/>
    <w:rsid w:val="00B52EDF"/>
    <w:rsid w:val="00B5496A"/>
    <w:rsid w:val="00B55884"/>
    <w:rsid w:val="00B71188"/>
    <w:rsid w:val="00B73F57"/>
    <w:rsid w:val="00B740B8"/>
    <w:rsid w:val="00B76A41"/>
    <w:rsid w:val="00B835D8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5FFA"/>
    <w:rsid w:val="00C850A0"/>
    <w:rsid w:val="00C85A86"/>
    <w:rsid w:val="00C95C68"/>
    <w:rsid w:val="00C978F0"/>
    <w:rsid w:val="00CA58FE"/>
    <w:rsid w:val="00CB1CB1"/>
    <w:rsid w:val="00CB6BC1"/>
    <w:rsid w:val="00CB6CB8"/>
    <w:rsid w:val="00CC1A68"/>
    <w:rsid w:val="00CC2123"/>
    <w:rsid w:val="00CD2BFD"/>
    <w:rsid w:val="00CD5868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44E27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C7D0A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46D4"/>
    <w:rsid w:val="00E26A07"/>
    <w:rsid w:val="00E32595"/>
    <w:rsid w:val="00E37CFD"/>
    <w:rsid w:val="00E41A26"/>
    <w:rsid w:val="00E46BCB"/>
    <w:rsid w:val="00E51CAF"/>
    <w:rsid w:val="00E561C1"/>
    <w:rsid w:val="00E60F04"/>
    <w:rsid w:val="00E62AAC"/>
    <w:rsid w:val="00E67C2F"/>
    <w:rsid w:val="00E67EF5"/>
    <w:rsid w:val="00E804EA"/>
    <w:rsid w:val="00E80A71"/>
    <w:rsid w:val="00E82337"/>
    <w:rsid w:val="00E825A3"/>
    <w:rsid w:val="00E92499"/>
    <w:rsid w:val="00E949AF"/>
    <w:rsid w:val="00E96077"/>
    <w:rsid w:val="00EA03E1"/>
    <w:rsid w:val="00EA0A06"/>
    <w:rsid w:val="00EA6243"/>
    <w:rsid w:val="00EA74AB"/>
    <w:rsid w:val="00EB3D1B"/>
    <w:rsid w:val="00EB42D0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446F"/>
    <w:rsid w:val="00F56DD0"/>
    <w:rsid w:val="00F6491C"/>
    <w:rsid w:val="00F662FA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5EE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A4789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A5D2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E7B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BE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BE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B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BE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8A8EAEF2AF24769A32787815EA0E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3B454-EF89-476A-9DFD-927FED687209}"/>
      </w:docPartPr>
      <w:docPartBody>
        <w:p w:rsidR="00346429" w:rsidRDefault="002422C3" w:rsidP="002422C3">
          <w:pPr>
            <w:pStyle w:val="28A8EAEF2AF24769A32787815EA0EC5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471A64F751344868673309982986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62900-FA8C-4DC7-ACA4-9D0381D71E8F}"/>
      </w:docPartPr>
      <w:docPartBody>
        <w:p w:rsidR="00C31EC4" w:rsidRDefault="00B6798B" w:rsidP="00B6798B">
          <w:pPr>
            <w:pStyle w:val="A471A64F7513448686733099829863EB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4B21B536392942F98E7FE81D40FCB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E55851-E5D7-4674-84BF-206881983835}"/>
      </w:docPartPr>
      <w:docPartBody>
        <w:p w:rsidR="00507209" w:rsidRDefault="00284EA3" w:rsidP="00284EA3">
          <w:pPr>
            <w:pStyle w:val="4B21B536392942F98E7FE81D40FCBCCC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2422C3"/>
    <w:rsid w:val="00284EA3"/>
    <w:rsid w:val="00346429"/>
    <w:rsid w:val="00507209"/>
    <w:rsid w:val="00780632"/>
    <w:rsid w:val="008D0EB7"/>
    <w:rsid w:val="00B6798B"/>
    <w:rsid w:val="00C31EC4"/>
    <w:rsid w:val="00C405C0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84EA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8A8EAEF2AF24769A32787815EA0EC57">
    <w:name w:val="28A8EAEF2AF24769A32787815EA0EC57"/>
    <w:rsid w:val="002422C3"/>
  </w:style>
  <w:style w:type="paragraph" w:customStyle="1" w:styleId="A471A64F7513448686733099829863EB">
    <w:name w:val="A471A64F7513448686733099829863EB"/>
    <w:rsid w:val="00B6798B"/>
  </w:style>
  <w:style w:type="paragraph" w:customStyle="1" w:styleId="D4AC8BF8880C4E1EB14F3147279B470D">
    <w:name w:val="D4AC8BF8880C4E1EB14F3147279B470D"/>
    <w:rsid w:val="00B6798B"/>
  </w:style>
  <w:style w:type="paragraph" w:customStyle="1" w:styleId="8294285379BE40418D334ED315583897">
    <w:name w:val="8294285379BE40418D334ED315583897"/>
    <w:rsid w:val="00B6798B"/>
  </w:style>
  <w:style w:type="paragraph" w:customStyle="1" w:styleId="4B21B536392942F98E7FE81D40FCBCCC">
    <w:name w:val="4B21B536392942F98E7FE81D40FCBCCC"/>
    <w:rsid w:val="00284E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410E4-B54B-466E-BF90-5D4645700C23}"/>
</file>

<file path=customXml/itemProps2.xml><?xml version="1.0" encoding="utf-8"?>
<ds:datastoreItem xmlns:ds="http://schemas.openxmlformats.org/officeDocument/2006/customXml" ds:itemID="{D8C0C9E0-CAE8-490D-961E-558D731D0F64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0867BFB-3C73-4165-8A44-5906737B3E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B8D782-BA4B-460C-BB74-59FAF8F41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C22E2298.dotm</Template>
  <TotalTime>0</TotalTime>
  <Pages>5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2019-07-22T05:59:00Z</dcterms:created>
  <dcterms:modified xsi:type="dcterms:W3CDTF">2019-08-20T23:37:00Z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